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51F0" w14:textId="77777777" w:rsidR="00774F05" w:rsidRPr="00774F05" w:rsidRDefault="00774F05" w:rsidP="00774F05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774F05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SARS-CoV-2/human/USA/UT-UPHL-220318196385/2022, complete genome</w:t>
      </w:r>
    </w:p>
    <w:p w14:paraId="24EA27DA" w14:textId="77777777" w:rsidR="00774F05" w:rsidRPr="00774F05" w:rsidRDefault="00774F05" w:rsidP="00774F0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t>GenBank: ON082904.1</w:t>
      </w:r>
    </w:p>
    <w:p w14:paraId="46078A7F" w14:textId="77777777" w:rsidR="00774F05" w:rsidRPr="00774F05" w:rsidRDefault="00774F05" w:rsidP="00774F05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"https://www.ncbi.nlm.nih.gov/nuccore/ON082904.1?report=fasta" </w:instrTex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4F0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"https://www.ncbi.nlm.nih.gov/nuccore/ON082904.1?report=graph" </w:instrTex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4F0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82904.1"/>
    <w:bookmarkEnd w:id="1"/>
    <w:p w14:paraId="2A58FBBC" w14:textId="77777777" w:rsidR="00774F05" w:rsidRPr="00774F05" w:rsidRDefault="00774F05" w:rsidP="00774F05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"https://www.ncbi.nlm.nih.gov/nuccore/ON082904.1" \l "goto2213012457_0" </w:instrTex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774F05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774F05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32BE2DB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LOCUS       ON082904               29750 bp    RNA     linear   VRL 28-MAR-2022</w:t>
      </w:r>
    </w:p>
    <w:p w14:paraId="44ECBE3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4949292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SARS-CoV-2/human/USA/UT-UPHL-220318196385/2022, complete genome.</w:t>
      </w:r>
    </w:p>
    <w:p w14:paraId="16BD993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ACCESSION   ON082904</w:t>
      </w:r>
    </w:p>
    <w:p w14:paraId="02AB7BB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VERSION     ON082904.1</w:t>
      </w:r>
    </w:p>
    <w:p w14:paraId="07B6FAA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"https://www.ncbi.nlm.nih.gov/bioproject/PRJNA614995"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PRJNA614995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1BB596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"https://www.ncbi.nlm.nih.gov/biosample/SAMN26947378"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SAMN26947378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B608DE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"https://www.ncbi.nlm.nih.gov/sra/SRR18482237"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SRR18482237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22FF5C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4F486D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3E5E51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3593387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BE915A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7F06F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E01A84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29750)</w:t>
      </w:r>
    </w:p>
    <w:p w14:paraId="70A201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Linares-Perdomo,O.J.</w:t>
      </w:r>
    </w:p>
    <w:p w14:paraId="1225B37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B63A43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(28-MAR-2022) Utah Public Health Laboratory, Utah Public</w:t>
      </w:r>
    </w:p>
    <w:p w14:paraId="489EC73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Health Laboratory Infectious Disease submission group, 4431 S 2700</w:t>
      </w:r>
    </w:p>
    <w:p w14:paraId="0E4D538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W, Salt Lake City, UT 84129, USA</w:t>
      </w:r>
    </w:p>
    <w:p w14:paraId="478A7E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82904.1"/>
      <w:bookmarkEnd w:id="2"/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1DCC1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Illumina DRAGEN COVID pipeline v. 1.0.1</w:t>
      </w:r>
    </w:p>
    <w:p w14:paraId="3D2A505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1B58DAD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3AD1588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82904.1"/>
      <w:bookmarkEnd w:id="3"/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C3D2F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1..29750</w:t>
      </w:r>
    </w:p>
    <w:p w14:paraId="224A4A5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711FBB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7F354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CF33BB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/isolate="SARS-CoV-2/human/USA/UT-UPHL-220318196385/2022"</w:t>
      </w:r>
    </w:p>
    <w:p w14:paraId="5A46C4F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7FFA1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E0E7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531A509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/collection_date="2022-02-21"</w:t>
      </w:r>
    </w:p>
    <w:p w14:paraId="339228C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"https://www.ncbi.nlm.nih.gov/nuccore/ON082904.1?from=228&amp;to=21508"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228..21508</w:t>
      </w:r>
    </w:p>
    <w:p w14:paraId="0932A9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983D8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"https://www.ncbi.nlm.nih.gov/nuccore/ON082904.1?location=228:13421,13421:21508"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join(228..13421,13421..21508)</w:t>
      </w:r>
    </w:p>
    <w:p w14:paraId="267D881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D998D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EC85CF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7A293A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306F1B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"https://www.ncbi.nlm.nih.gov/protein/2213012458"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UNV02405.1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C73CBF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1650F3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D0558E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131021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702A1A9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A4A5AA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84D68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02761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1D323A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C0C204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3E1BE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C05E7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7BF563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FE6104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80BB8A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44B6D8D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5A9C6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D41B1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C3C38E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D5F026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20EB19C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48DFA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4B7F26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7FDAA42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D7F3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4AB7A8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188689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921F1C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6462A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6CC9FF2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C4FA2D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625DF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IPCTCGKQATKYLVQQESPFVMMSAPPAQYELKHGTFTCASEYTGNYQCGHYKHITSK</w:t>
      </w:r>
    </w:p>
    <w:p w14:paraId="65F8441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058FFC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158109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A8222C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D7D79D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1B750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0921E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0B2A3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3030F03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607B220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ED530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3A11D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6F447A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46DC14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19DE6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11978E3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E37300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639DC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4BD926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47A68C2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B5A9A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3DE598B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C2035C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6ABC5EA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5787DF1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2867EE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CC010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F44217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73C568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74FFAA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24F59A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92ED05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LPSLATVAYFNMAYMPASWVMRIMTWLDMVDTSLKLKDCVMYASAVVLLILMTARTVY</w:t>
      </w:r>
    </w:p>
    <w:p w14:paraId="23FBFC7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151221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39DE5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B768FB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E7322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208714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18EF32C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2B7B985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F8F49B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770C001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KVKYLYFIKGLNNLNRGMVLGSLAATVRLQAGNATEVPANSTVLSFCAFAVDAAKAYK</w:t>
      </w:r>
    </w:p>
    <w:p w14:paraId="226B7F6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1103ED7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EB892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69E062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602406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1189EB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88E38D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532644F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7E30F4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371715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B9C649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9CB9E5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638747C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57D8752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613424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4BE30B0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602A75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57DCB4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48F2609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1570F6C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29B7C2F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09BEC6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76E0A77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23845D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28090A1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7DD3C5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403D669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E966B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3BAF9E7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B5F9B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7DD73D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455D9E1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386206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3B95358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663270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8221B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F98C3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28F0D5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750062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2AD1BD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B55133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9CFFBB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QMEIDFLELAMDEFIERYKLEGYAFEHIVYGDFSHSQLGGLHLLIGLAKRFKESPFEL</w:t>
      </w:r>
    </w:p>
    <w:p w14:paraId="5AF7FB7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7677AEB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6877A20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50902C9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60B068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30063D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A82F24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C969D8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"https://www.ncbi.nlm.nih.gov/protein/UNV02405.1?from=1&amp;to=180"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09266CB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2530B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7CB024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"https://www.ncbi.nlm.nih.gov/protein/UNV02405.1?from=181&amp;to=818"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1223F65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ADAA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96E88C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"https://www.ncbi.nlm.nih.gov/protein/UNV02405.1?from=819&amp;to=2763"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708335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3FA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8C92E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"https://www.ncbi.nlm.nih.gov/protein/UNV02405.1?from=2764&amp;to=3263"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26EB60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ED7B4D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4425EA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"https://www.ncbi.nlm.nih.gov/protein/UNV02405.1?from=3264&amp;to=3569"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2136C4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2C92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1F4AF1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"https://www.ncbi.nlm.nih.gov/protein/UNV02405.1?from=3570&amp;to=3856"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62EEFF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C7A1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56898C9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"https://www.ncbi.nlm.nih.gov/protein/UNV02405.1?from=3857&amp;to=3939"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75E4936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F839A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9C9788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"https://www.ncbi.nlm.nih.gov/protein/UNV02405.1?from=3940&amp;to=4137"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012226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A3AA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748FD8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"https://www.ncbi.nlm.nih.gov/protein/UNV02405.1?from=4138&amp;to=4250"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1632CF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4AF9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540142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"https://www.ncbi.nlm.nih.gov/protein/UNV02405.1?from=4251&amp;to=4389"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36525B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82EDD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9EAC07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"https://www.ncbi.nlm.nih.gov/protein/UNV02405.1?from=4390&amp;to=5321"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join(13395..13421,13421..16189)</w:t>
      </w:r>
    </w:p>
    <w:p w14:paraId="0DE6AF5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E228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02EF2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"https://www.ncbi.nlm.nih.gov/protein/UNV02405.1?from=5322&amp;to=5922"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16190..17992</w:t>
      </w:r>
    </w:p>
    <w:p w14:paraId="140E44E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02770CF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2C3A3E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"https://www.ncbi.nlm.nih.gov/protein/UNV02405.1?from=5923&amp;to=6449"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17993..19573</w:t>
      </w:r>
    </w:p>
    <w:p w14:paraId="5178858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A77E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0FBC75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"https://www.ncbi.nlm.nih.gov/protein/UNV02405.1?from=6450&amp;to=6795"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19574..20611</w:t>
      </w:r>
    </w:p>
    <w:p w14:paraId="4BF78C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E16C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D15677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"https://www.ncbi.nlm.nih.gov/protein/UNV02405.1?from=6796&amp;to=7093"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20612..21505</w:t>
      </w:r>
    </w:p>
    <w:p w14:paraId="492E8A0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732EC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72D64D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"https://www.ncbi.nlm.nih.gov/nuccore/ON082904.1?from=228&amp;to=13436"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228..13436</w:t>
      </w:r>
    </w:p>
    <w:p w14:paraId="225AA83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AF4E25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9BBD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4B75EE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"https://www.ncbi.nlm.nih.gov/protein/2213012459"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UNV02406.1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C1392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4BAA0E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56BC85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1957A4E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25EFB6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0DE859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13B6D08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76AEED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0C59642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C631E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1923C2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21A326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20C86E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359F9AC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701250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1F738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42CD88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77C970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1BAC06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4743FF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AC65C3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6CD7FE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4AFAD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22AF8F1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41188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6FB0543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9C081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KTPEEHFIETISLAGSYKDWSYSGQSTQLGIEFLKRGDKSVYYTSNPTTFHLDGEVIT</w:t>
      </w:r>
    </w:p>
    <w:p w14:paraId="2EEF3E1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B2DA2C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CA0B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22FAB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9CD163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BDA7EF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0844D58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C00D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9D0250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112A59B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20C15E5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54DB9D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01DEBBA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58D1D40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04BEF82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D425C6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65DF1D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B7F7C6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24D464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03333B7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F7E14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02EE407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92C3A1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00BCB5C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295AF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37CAE3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0135156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6C83EA6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BC59D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73778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7616101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4774943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E676C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40C31ED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1883274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A877ED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3B1A4EC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LPSLATVAYFNMAYMPASWVMRIMTWLDMVDTSLKLKDCVMYASAVVLLILMTARTVY</w:t>
      </w:r>
    </w:p>
    <w:p w14:paraId="7B4D238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959AA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5FE8CEC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015290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785F10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MLDNRATLQAIASEFSSLPSYAAFATAQEAYEQAVANGDSEVVLKKLKKSLNVAKSEF</w:t>
      </w:r>
    </w:p>
    <w:p w14:paraId="487C76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9E4ADE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04F0E81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9056E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07CBA5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C0538F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4F67B0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7E91F9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56EC3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"https://www.ncbi.nlm.nih.gov/protein/UNV02406.1?from=1&amp;to=180"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228..767</w:t>
      </w:r>
    </w:p>
    <w:p w14:paraId="254323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C87E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59863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"https://www.ncbi.nlm.nih.gov/protein/UNV02406.1?from=181&amp;to=818"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768..2681</w:t>
      </w:r>
    </w:p>
    <w:p w14:paraId="7236E0C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B6A5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40BA9A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"https://www.ncbi.nlm.nih.gov/protein/UNV02406.1?from=819&amp;to=2763"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2682..8516</w:t>
      </w:r>
    </w:p>
    <w:p w14:paraId="5E77626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06C5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0FE25F5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"https://www.ncbi.nlm.nih.gov/protein/UNV02406.1?from=2764&amp;to=3263"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8517..10016</w:t>
      </w:r>
    </w:p>
    <w:p w14:paraId="7A7090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666C6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599CE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"https://www.ncbi.nlm.nih.gov/protein/UNV02406.1?from=3264&amp;to=3569"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10017..10934</w:t>
      </w:r>
    </w:p>
    <w:p w14:paraId="0FE65DC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A89D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6A165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"https://www.ncbi.nlm.nih.gov/protein/UNV02406.1?from=3570&amp;to=3856"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10935..11795</w:t>
      </w:r>
    </w:p>
    <w:p w14:paraId="38D1802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2F618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2CBDDC8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"https://www.ncbi.nlm.nih.gov/protein/UNV02406.1?from=3857&amp;to=3939"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11796..12044</w:t>
      </w:r>
    </w:p>
    <w:p w14:paraId="0AC0ED8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664EB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0899FC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"https://www.ncbi.nlm.nih.gov/protein/UNV02406.1?from=3940&amp;to=4137"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12045..12638</w:t>
      </w:r>
    </w:p>
    <w:p w14:paraId="166A76D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5E3C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336450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"https://www.ncbi.nlm.nih.gov/protein/UNV02406.1?from=4138&amp;to=4250"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12639..12977</w:t>
      </w:r>
    </w:p>
    <w:p w14:paraId="040446B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899B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1CCE74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"https://www.ncbi.nlm.nih.gov/protein/UNV02406.1?from=4251&amp;to=4389"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12978..13394</w:t>
      </w:r>
    </w:p>
    <w:p w14:paraId="3CD16FA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B614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9382FC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"https://www.ncbi.nlm.nih.gov/protein/UNV02406.1?from=4390&amp;to=4402"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13395..13433</w:t>
      </w:r>
    </w:p>
    <w:p w14:paraId="2B8E49D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2FDA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9B95C3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"https://www.ncbi.nlm.nih.gov/nuccore/ON082904.1?from=13429&amp;to=13456"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13429..13456</w:t>
      </w:r>
    </w:p>
    <w:p w14:paraId="67126E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293F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E74A34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6BA9B0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"https://www.ncbi.nlm.nih.gov/nuccore/ON082904.1?from=13441&amp;to=13495"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13441..13495</w:t>
      </w:r>
    </w:p>
    <w:p w14:paraId="67E3A9D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F834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4092C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EEEEE0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"https://www.ncbi.nlm.nih.gov/nuccore/ON082904.1?from=21516&amp;to=25328"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21516..25328</w:t>
      </w:r>
    </w:p>
    <w:p w14:paraId="5F2EDF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449EA9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"https://www.ncbi.nlm.nih.gov/nuccore/ON082904.1?from=21516&amp;to=25328"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21516..25328</w:t>
      </w:r>
    </w:p>
    <w:p w14:paraId="42B88A2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98CC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CFBEE8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77FB9AB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"https://www.ncbi.nlm.nih.gov/protein/2213012460"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UNV02407.1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6B7C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8971DC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85EE1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AF9A1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45BD51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0AE117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84C7AC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FDEVFNATRFASVYAWNRKRISNCVADYSVLYNSAPFFAFKCYGVSPTKLNDLCFTNV</w:t>
      </w:r>
    </w:p>
    <w:p w14:paraId="290EF7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3E357BB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24D8D5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D7AF9E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1D20F7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52A7844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F8A2E9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32979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191E2B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5647E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B4B98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4E24F0C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A371E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2F98E9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848F3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41A6E09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3A01E9E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"https://www.ncbi.nlm.nih.gov/nuccore/ON082904.1?from=25337&amp;to=26164"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25337..26164</w:t>
      </w:r>
    </w:p>
    <w:p w14:paraId="76760FF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2A50400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"https://www.ncbi.nlm.nih.gov/nuccore/ON082904.1?from=25337&amp;to=26164"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25337..26164</w:t>
      </w:r>
    </w:p>
    <w:p w14:paraId="63B5A5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A9973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7C01906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630CE3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UNV02408.1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07CE48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257B7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0A166DC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97E3A7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A96CD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652321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"https://www.ncbi.nlm.nih.gov/nuccore/ON082904.1?from=26189&amp;to=26416"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26189..26416</w:t>
      </w:r>
    </w:p>
    <w:p w14:paraId="3A58A87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643F7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"https://www.ncbi.nlm.nih.gov/nuccore/ON082904.1?from=26189&amp;to=26416"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26189..26416</w:t>
      </w:r>
    </w:p>
    <w:p w14:paraId="2869D0C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E7AD2A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EF6C1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41377A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"https://www.ncbi.nlm.nih.gov/protein/2213012462"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UNV02409.1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E29A8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54E60B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AE03C9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"https://www.ncbi.nlm.nih.gov/nuccore/ON082904.1?from=26467&amp;to=27135"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26467..27135</w:t>
      </w:r>
    </w:p>
    <w:p w14:paraId="17825CD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7F300C4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"https://www.ncbi.nlm.nih.gov/nuccore/ON082904.1?from=26467&amp;to=27135"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26467..27135</w:t>
      </w:r>
    </w:p>
    <w:p w14:paraId="7153E2C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A2F9DD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C65DA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8048E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UNV02410.1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1D2871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749472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7DEB962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51ED717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1D2623A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B33174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"https://www.ncbi.nlm.nih.gov/nuccore/ON082904.1?from=27146&amp;to=27331"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27146..27331</w:t>
      </w:r>
    </w:p>
    <w:p w14:paraId="52102B6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515DBB8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"https://www.ncbi.nlm.nih.gov/nuccore/ON082904.1?from=27146&amp;to=27331"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27146..27331</w:t>
      </w:r>
    </w:p>
    <w:p w14:paraId="13EFEAD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611B1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E54BD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3A9B3B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"https://www.ncbi.nlm.nih.gov/protein/2213012464"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UNV02411.1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0414AD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3E0A46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2C0EA6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"https://www.ncbi.nlm.nih.gov/nuccore/ON082904.1?from=27338&amp;to=27703"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27338..27703</w:t>
      </w:r>
    </w:p>
    <w:p w14:paraId="490357D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04EC1E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"https://www.ncbi.nlm.nih.gov/nuccore/ON082904.1?from=27338&amp;to=27703"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27338..27703</w:t>
      </w:r>
    </w:p>
    <w:p w14:paraId="0870B3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6A6CCC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280A99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39B9421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"https://www.ncbi.nlm.nih.gov/protein/2213012465"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UNV02412.1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28BF4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1D3DC6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5FE9F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4286D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"https://www.ncbi.nlm.nih.gov/nuccore/ON082904.1?from=27700&amp;to=27831"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27700..27831</w:t>
      </w:r>
    </w:p>
    <w:p w14:paraId="4DF993F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7AADF6F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"https://www.ncbi.nlm.nih.gov/nuccore/ON082904.1?from=27700&amp;to=27831"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27700..27831</w:t>
      </w:r>
    </w:p>
    <w:p w14:paraId="7EE76C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41A6E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4ADD03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7B19294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"https://www.ncbi.nlm.nih.gov/protein/2213012466"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UNV02413.1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F50EF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EFCB98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"https://www.ncbi.nlm.nih.gov/nuccore/ON082904.1?from=27838&amp;to=28203"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27838..28203</w:t>
      </w:r>
    </w:p>
    <w:p w14:paraId="30654C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254A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"https://www.ncbi.nlm.nih.gov/nuccore/ON082904.1?from=27838&amp;to=28203"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27838..28203</w:t>
      </w:r>
    </w:p>
    <w:p w14:paraId="66B36DA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C821E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CF1F6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2F51F1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"https://www.ncbi.nlm.nih.gov/protein/2213012467"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UNV02414.1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B794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DBF00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37A17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0DD9125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"https://www.ncbi.nlm.nih.gov/nuccore/ON082904.1?from=28218&amp;to=29468"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28218..29468</w:t>
      </w:r>
    </w:p>
    <w:p w14:paraId="5BA05A8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BDFA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"https://www.ncbi.nlm.nih.gov/nuccore/ON082904.1?from=28218&amp;to=29468"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28218..29468</w:t>
      </w:r>
    </w:p>
    <w:p w14:paraId="6043048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611F6E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A38D9E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20D17C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"https://www.ncbi.nlm.nih.gov/protein/2213012468"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UNV02415.1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5761B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24DDED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06A9AB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4BE83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BB5528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062BB45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B19F3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A36746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361D32D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"https://www.ncbi.nlm.nih.gov/nuccore/ON082904.1?from=29493&amp;to=29609"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29493..29609</w:t>
      </w:r>
    </w:p>
    <w:p w14:paraId="1934599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85ED16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"https://www.ncbi.nlm.nih.gov/nuccore/ON082904.1?from=29493&amp;to=29609"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29493..29609</w:t>
      </w:r>
    </w:p>
    <w:p w14:paraId="3893149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7D89879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24C3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D68AB1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"https://www.ncbi.nlm.nih.gov/protein/2213012469"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UNV02416.1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779F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F3EADB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"https://www.ncbi.nlm.nih.gov/nuccore/ON082904.1?from=29544&amp;to=29579"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29544..29579</w:t>
      </w:r>
    </w:p>
    <w:p w14:paraId="329A6FD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9C14D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7C0F25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"https://www.ncbi.nlm.nih.gov/nuccore/ON082904.1?from=29564&amp;to=29592"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29564..29592</w:t>
      </w:r>
    </w:p>
    <w:p w14:paraId="001D2D5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A6094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62C150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"https://www.ncbi.nlm.nih.gov/nuccore/ON082904.1?from=29663&amp;to=29677" </w:instrTex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774F05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29663..29677</w:t>
      </w:r>
    </w:p>
    <w:p w14:paraId="442FDB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B13FA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879C7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82904.1"/>
      <w:bookmarkEnd w:id="4"/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actttcgatc tcttgtagat ctgttctcta aacgaacttt aaaatctgtg tggctgtcac</w:t>
      </w:r>
    </w:p>
    <w:p w14:paraId="02E6D5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tcggctgcat gcttagtgca ctcacgcagt ataattaata actaattact gtcgttgaca</w:t>
      </w:r>
    </w:p>
    <w:p w14:paraId="6C921B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ggacacgagt aactcgtcta tcttctgcag gctgcttacg gtttcgtccg tgttgcagcc</w:t>
      </w:r>
    </w:p>
    <w:p w14:paraId="3C417B1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gatcatcagc acatctaggt tttgtccggg tgtgaccgaa aggtaagatg gagagccttg</w:t>
      </w:r>
    </w:p>
    <w:p w14:paraId="371BF64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tccctggttt caacgagaaa acacacgtcc aactcagttt gcctgtttta caggttcgcg</w:t>
      </w:r>
    </w:p>
    <w:p w14:paraId="46C2C75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acgtgctcgt acgtggcttt ggagactccg tggaggaggt cttatcagag gcacgtcaac</w:t>
      </w:r>
    </w:p>
    <w:p w14:paraId="3967645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atcttaaaga tggcacttgt ggcttagtag aagttgaaaa aggcgttttg cctcaacttg</w:t>
      </w:r>
    </w:p>
    <w:p w14:paraId="4E8186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aacagcccta tgtgttcatc aaacgttcgg atgctcgaac tgcacctcat ggtcatgtta</w:t>
      </w:r>
    </w:p>
    <w:p w14:paraId="5A05FA2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tggttgagct ggtagcagaa ctcgaaggca ttcagtacgg tcgtagtggt gagacacttg</w:t>
      </w:r>
    </w:p>
    <w:p w14:paraId="325AFA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gtgtccttgt ccctcatgtg ggcgaaatac cagtggctta ccgcaaggtt cttcttcgta</w:t>
      </w:r>
    </w:p>
    <w:p w14:paraId="6747A5E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agaacggtaa taaaggagct ggtggccata ggtacggcgc cgatctaaag tcatttgact</w:t>
      </w:r>
    </w:p>
    <w:p w14:paraId="42B5A1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taggcgacga gcttggcact gatccttatg aagattttca agaaaactgg aacactaaac</w:t>
      </w:r>
    </w:p>
    <w:p w14:paraId="4D04B03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atagcagtgg tgttacccgt gaactcatgc gtgagcttaa cggaggggca tacactcgct</w:t>
      </w:r>
    </w:p>
    <w:p w14:paraId="47E8F4B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atgtcgataa caacttctgt ggccctgatg gctaccctct tgagtgcatt aaagaccttc</w:t>
      </w:r>
    </w:p>
    <w:p w14:paraId="4F00D5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tagcacgtgc tggtaaagct tcatgcactt tgtccgaaca actggacttt attgacacta</w:t>
      </w:r>
    </w:p>
    <w:p w14:paraId="6E1C40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agaggggtgt atactgctgc cgtgaacatg agcatgaaat tgcttggtac acggaacgtt</w:t>
      </w:r>
    </w:p>
    <w:p w14:paraId="4CE88EF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ctgaaaagag ctatgaattg cagacacctt ttgaaattaa attggcaaag aaatttgaca</w:t>
      </w:r>
    </w:p>
    <w:p w14:paraId="10C2A82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ccttcaatgg ggaatgtcca aattttgtat ttcccttaaa ttccataatc aagactattc</w:t>
      </w:r>
    </w:p>
    <w:p w14:paraId="16B8A5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aaccaagggt tgaaaagaaa aagcttgatg gctttatggg tagaattcga tctgtctatc</w:t>
      </w:r>
    </w:p>
    <w:p w14:paraId="44A46E4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cagttgcgtc accaaatgaa tgcaaccaaa tgtgcctttc aactctcatg aagtgtgatc</w:t>
      </w:r>
    </w:p>
    <w:p w14:paraId="7326B07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attgtggtga aacttcatgg cagacgggcg attttgttaa agccacttgc gaattttgtg</w:t>
      </w:r>
    </w:p>
    <w:p w14:paraId="2E4BD06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gcactgagaa tttgactaaa gaaggtgcca ctacttgtgg ttacttaccc caaaatgctg</w:t>
      </w:r>
    </w:p>
    <w:p w14:paraId="2D876BF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ttgttaaaat ttattgtcca gcatgtcaca attcagaagt aggacctgag catagtcttg</w:t>
      </w:r>
    </w:p>
    <w:p w14:paraId="3F45CD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ccgaatacca taatgaatct ggcttgaaaa ccattcttcg taagggtggt cgcactattg</w:t>
      </w:r>
    </w:p>
    <w:p w14:paraId="73E6C19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cctttggagg ctgtgtgttc tcttatgttg gttgccataa caagtgtgcc tattgggttc</w:t>
      </w:r>
    </w:p>
    <w:p w14:paraId="769E76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cacgtgctag cgctaacata ggttgtaacc atacaggtgt tgttggagaa ggttccgaag</w:t>
      </w:r>
    </w:p>
    <w:p w14:paraId="384478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gtcttaatga caaccttctt gaaatactcc aaaaagagaa agtcaacatc aatattgttg</w:t>
      </w:r>
    </w:p>
    <w:p w14:paraId="35C509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gtgactttaa acttaatgaa gagatcgcca ttattttggc atctttttct gcttccacaa</w:t>
      </w:r>
    </w:p>
    <w:p w14:paraId="631341C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1681 gtgcttttgt ggaaactgtg aaaggtttgg attataaagc attcaaacaa attgttgaat</w:t>
      </w:r>
    </w:p>
    <w:p w14:paraId="74CEFF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cctgtggtaa ttttaaagtt acaaaaggaa aagctaaaaa aggtgcctgg aatattggtg</w:t>
      </w:r>
    </w:p>
    <w:p w14:paraId="442EAE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aacagaaatc aatactgagt cctctttatg catttgcatc agaggctgct cgtgttgtac</w:t>
      </w:r>
    </w:p>
    <w:p w14:paraId="4DD6E1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gatcaatttt ctcccgcact cttgaaactg ctcaaaattc tgtgcgtgtt ttacagaagg</w:t>
      </w:r>
    </w:p>
    <w:p w14:paraId="47A692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ccgctataac aatactagat ggaatttcac agtattcact gagactcatt gatgctatga</w:t>
      </w:r>
    </w:p>
    <w:p w14:paraId="5C418D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tgttcacatc tgatttggct actaacaatc tagttgtaat ggcctacatt acaggtggtg</w:t>
      </w:r>
    </w:p>
    <w:p w14:paraId="59CEFB5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ttgttcagtt gacttcgcag tggctaacta acatctttgg cactgtttat gaaaaactca</w:t>
      </w:r>
    </w:p>
    <w:p w14:paraId="748DB4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aacccgtcct tgattggctt gaagagaagt ttaaggaagg tgtagagttt cttagagacg</w:t>
      </w:r>
    </w:p>
    <w:p w14:paraId="7B6158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gttgggaaat tgttaaattt atctcaacct gtgcttgtga aattgtcggt ggacaaattg</w:t>
      </w:r>
    </w:p>
    <w:p w14:paraId="6094F5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tcacctgtgc aaaggaaatt aaggagagtg ttcagacatt ctttaagctt gtaaataaat</w:t>
      </w:r>
    </w:p>
    <w:p w14:paraId="4D9A9F3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ttttggcttt gtgtgctgac tctatcatta ttggtggagc taaacttaaa gccttgaatt</w:t>
      </w:r>
    </w:p>
    <w:p w14:paraId="3FDBD7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taggtgaaac atttgtcacg cactcaaagg gattgtacag aaagtgtgtt aaatccagag</w:t>
      </w:r>
    </w:p>
    <w:p w14:paraId="6FE3680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aagaaactgg cctactcatg cctctaaaag ccccaaaaga aattatcttc ttagagggag</w:t>
      </w:r>
    </w:p>
    <w:p w14:paraId="0219C33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aaacacttcc cacagaagtg ttaacagagg aagttgtctt gaaaactggt gatttacaac</w:t>
      </w:r>
    </w:p>
    <w:p w14:paraId="3161AD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cattagaaca acctactagt gaagctgttg aagctccatt ggttggtaca ccagtttgta</w:t>
      </w:r>
    </w:p>
    <w:p w14:paraId="0B3F6B0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ttaacgggct tatgttgctc gaaatcaaag acacagaaaa gtactgtgcc cttgcaccta</w:t>
      </w:r>
    </w:p>
    <w:p w14:paraId="1AF9DE0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atatgatggt aacaaacaat accttcacac tcaaaggcgg tgcaccaaca aaggttactt</w:t>
      </w:r>
    </w:p>
    <w:p w14:paraId="7EC7C7B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ttggtgatga cactgtgata gaagtgcaag gttacaagag tgtgaatatc atttttgaac</w:t>
      </w:r>
    </w:p>
    <w:p w14:paraId="5145F6D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ttgatgaaag gattgataaa gtacttaatg agaagtgctc tgcctataca gttgaactcg</w:t>
      </w:r>
    </w:p>
    <w:p w14:paraId="041BB96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gtacagaagt aaatgagttc gcctgtgttg tggcagatgc tgtcataaaa actttgcaac</w:t>
      </w:r>
    </w:p>
    <w:p w14:paraId="36A369D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cagtatctga attacttaca ccactgggca ttgatttaga tgagtggagt atggctacat</w:t>
      </w:r>
    </w:p>
    <w:p w14:paraId="362078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actacttatt tgatgagtct ggtgagttta aattggcttc acatatgtat tgttcttttt</w:t>
      </w:r>
    </w:p>
    <w:p w14:paraId="16C4820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accctccaga tgaggatgaa gaagaaggtg attgtgaaga agaagagttt gagccatcaa</w:t>
      </w:r>
    </w:p>
    <w:p w14:paraId="0BBD86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ctcaatatga gtatggtact gaagatgatt accaaggtaa acctttggaa tttggtgcca</w:t>
      </w:r>
    </w:p>
    <w:p w14:paraId="00EC705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cttctgctgc tcttcaacct gaagaagagc aagaagaaga ttggttagat gatgatagtc</w:t>
      </w:r>
    </w:p>
    <w:p w14:paraId="099F2E4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aacaaactgt tggtcaacaa gacggcagtg aggacaatca gacaactact attcaaacaa</w:t>
      </w:r>
    </w:p>
    <w:p w14:paraId="3ABE02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ttgttgaggt tcaacctcaa ttagagatgg aacttacacc agttgttcag actattgaag</w:t>
      </w:r>
    </w:p>
    <w:p w14:paraId="268218F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tgaatagttt tagtggttat ttaaaactta ctgacaatgt atacattaaa aatgcagaca</w:t>
      </w:r>
    </w:p>
    <w:p w14:paraId="6805ABE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ttgtggaaga agctaaaaag gtaaaaccaa cagtggttgt taatgcagcc aatgtttacc</w:t>
      </w:r>
    </w:p>
    <w:p w14:paraId="3CA193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ttaaacatgg aggaggtgtt gcaggagcct taaataaggc tactaacaat gccatgcaag</w:t>
      </w:r>
    </w:p>
    <w:p w14:paraId="1D9B6E5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ttgaatctga tgattacata gctactaatg gaccacttaa agtgggtggt agttgtgttt</w:t>
      </w:r>
    </w:p>
    <w:p w14:paraId="6EE418B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taagcggaca caatcttgct aaacactgtc ttcatgttgt cggcccaaat gttaacaaag</w:t>
      </w:r>
    </w:p>
    <w:p w14:paraId="3F9588B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gtgaagacat tcaacttctt aagagtgctt atgaaaattt taatcagcac gaagttctac</w:t>
      </w:r>
    </w:p>
    <w:p w14:paraId="66AA92B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ttgcaccatt attatcagct ggtatttttg gtgctgaccc tatacattct ttaagagttt</w:t>
      </w:r>
    </w:p>
    <w:p w14:paraId="38CC81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gtgtagatac tgttcgcaca aatgtctact tagctgtctt tgataaaaat ctctatgaca</w:t>
      </w:r>
    </w:p>
    <w:p w14:paraId="187FBD7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aacttgtttc aagctttttg gaaatgaaga gtgaaaagca agttgaacaa aagatcgctg</w:t>
      </w:r>
    </w:p>
    <w:p w14:paraId="779568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agattcctaa agaggaagtt aagccattta taactgaaag taaaccttca gttgaacaga</w:t>
      </w:r>
    </w:p>
    <w:p w14:paraId="39DA05D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gaaaacaaga tgataagaaa atcaaagctt gtgttgaaga agttacaaca actctggaag</w:t>
      </w:r>
    </w:p>
    <w:p w14:paraId="7C1F616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aaactaagtt cctcacagaa aacttgttac tttatattga cattaatggc aatcttcatc</w:t>
      </w:r>
    </w:p>
    <w:p w14:paraId="5AE955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cagattctgc cactcttgtt agtgacattg acatcacttt cttaaagaaa gatgctccat</w:t>
      </w:r>
    </w:p>
    <w:p w14:paraId="44799E7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atatagtggg tgatgttgtt caagagggtg ttttaactgc tgtggttata cctactaaaa</w:t>
      </w:r>
    </w:p>
    <w:p w14:paraId="08C150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aggctagtgg cactactgaa atgctagcga aagctttgag aaaagtgcca acagacaatt</w:t>
      </w:r>
    </w:p>
    <w:p w14:paraId="7B33DE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4201 atataaccac ttacccgggt cagggtttaa atggttacac tgtagaggag gcaaagacag</w:t>
      </w:r>
    </w:p>
    <w:p w14:paraId="0FFB918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tgcttaaaaa gtgtaaaagt gctttttaca ttctaccatc tattatctct aatgagaagc</w:t>
      </w:r>
    </w:p>
    <w:p w14:paraId="410A85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aagaaattct tggaactgtt tcttggaatt tgcgagaaat gcttgcacat gcagaagaaa</w:t>
      </w:r>
    </w:p>
    <w:p w14:paraId="4BAA354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cacgcaaatt aatgcctgtc tgtgtggaaa ctaaagccat agtttcaact atacagcgta</w:t>
      </w:r>
    </w:p>
    <w:p w14:paraId="5BCA69A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aatataaggg tattaaaata caagagggtg tggttgatta tggtgctaga ttttactttt</w:t>
      </w:r>
    </w:p>
    <w:p w14:paraId="7F44712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acaccagtaa aacaactgta gcgtcactta tcaacacact taacgatcta aatgaaactc</w:t>
      </w:r>
    </w:p>
    <w:p w14:paraId="7FB6C4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ttgttacaat gccacttggc tatgtaacac atggcttaaa tttggaagaa gctgctcggt</w:t>
      </w:r>
    </w:p>
    <w:p w14:paraId="218C3E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atatgagatc tctcaaagtg ccagctacag tttctgtttc ttcacctgat gctgttacag</w:t>
      </w:r>
    </w:p>
    <w:p w14:paraId="1C55FA7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cgtataatgg ttatcttact tcttcttcta aaacacctga agaacatttt attgaaacca</w:t>
      </w:r>
    </w:p>
    <w:p w14:paraId="297652D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tctcacttgc tggttcctat aaagattggt cctattctgg acaatctaca caactaggta</w:t>
      </w:r>
    </w:p>
    <w:p w14:paraId="3B54D1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tagaatttct taagagaggt gataaaagtg tatattacac tagtaatcct accacattcc</w:t>
      </w:r>
    </w:p>
    <w:p w14:paraId="3FE2F7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acctagatgg tgaagttatc acctttgaca atcttaagac acttctttct ttgagagaag</w:t>
      </w:r>
    </w:p>
    <w:p w14:paraId="013C83D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tgaggactat taaggtgttt acaacagtag acaacattaa cctccacacg caagttgtgg</w:t>
      </w:r>
    </w:p>
    <w:p w14:paraId="099AD9B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acatgtcaat gacatatgga caacagtttg gtccaactta tttggatgga gctgatgtta</w:t>
      </w:r>
    </w:p>
    <w:p w14:paraId="149F696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ctaaaataaa acctcataat tcacatgaag gtaaaacatt ttatgtttta cctaatgatg</w:t>
      </w:r>
    </w:p>
    <w:p w14:paraId="429B2F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acactctacg tgttgaggct tttgagtact accacacaac tgatcctagt tttctgggta</w:t>
      </w:r>
    </w:p>
    <w:p w14:paraId="566EC87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ggtacatgtc agcattaaat cacactaaaa agtggaaata cccacaagtt aatggtttaa</w:t>
      </w:r>
    </w:p>
    <w:p w14:paraId="730DC5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cttctattaa atgggcagat aacaactgtt atcttgccac tgcattgtta acactccaac</w:t>
      </w:r>
    </w:p>
    <w:p w14:paraId="7267C0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aaatagagtt gaagtttaat ccacctgctc tacaagatgc ttattacaga gcaagggctg</w:t>
      </w:r>
    </w:p>
    <w:p w14:paraId="1145249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gtgaagctgc taacttttgt gcacttatct tagcctactg taataagaca gtaggtgagt</w:t>
      </w:r>
    </w:p>
    <w:p w14:paraId="24999A6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taggtgatgt tagagaaaca atgagttact tgtttcaaca tgccaattta gattcttgca</w:t>
      </w:r>
    </w:p>
    <w:p w14:paraId="33C4802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aaagagtctt gaacgtggtg tgtaaaactt gtggacaaca gcagacaacc cttaagggtg</w:t>
      </w:r>
    </w:p>
    <w:p w14:paraId="1475879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tagaagctgt tatgtacatg ggcacacttt cttatgaaca atttaagaaa ggtgttcaga</w:t>
      </w:r>
    </w:p>
    <w:p w14:paraId="7BDEF4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taccttgtac gtgtggtaaa caagctacaa aatatctagt acaacaggag tcaccttttg</w:t>
      </w:r>
    </w:p>
    <w:p w14:paraId="335EA9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ttatgatgtc agcaccacct gctcagtatg aacttaagca tggtacattt acttgtgcta</w:t>
      </w:r>
    </w:p>
    <w:p w14:paraId="519C8D4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gtgagtacac tggtaattac cagtgtggtc actataaaca tataacttct aaagaaactt</w:t>
      </w:r>
    </w:p>
    <w:p w14:paraId="7DE48F9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tgtattgcat agacggtgct ttacttacaa agtcctcaga atacaaaggt cctattacgg</w:t>
      </w:r>
    </w:p>
    <w:p w14:paraId="446599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atgttttcta caaagaaaac agttacacaa caaccataaa accagttact tataaattgg</w:t>
      </w:r>
    </w:p>
    <w:p w14:paraId="08CE0B1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atggtgttgt ttgtacagaa attgacccta agttggacaa ttattataag aaagacaatt</w:t>
      </w:r>
    </w:p>
    <w:p w14:paraId="638D02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cttatttcac agagcaacca attgatcttg taccaaacca accatatcca aacgcaagct</w:t>
      </w:r>
    </w:p>
    <w:p w14:paraId="33B8B1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tcgataattt taagtttgta tgtgataata tcaaatttgc tgatgattta aaccagttaa</w:t>
      </w:r>
    </w:p>
    <w:p w14:paraId="4F8226E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ctggttataa gaaacctgct tcaagagagc ttaaagttac atttttccct gacttaaatg</w:t>
      </w:r>
    </w:p>
    <w:p w14:paraId="4F1C44F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gtgatgtggt ggctattgat tataaacact acacaccctc ttttaagaaa ggagctaaat</w:t>
      </w:r>
    </w:p>
    <w:p w14:paraId="0A8E7CA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tgttacataa acctattgtt tggcatgtta acaatgcaac taataaagcc acgtataaac</w:t>
      </w:r>
    </w:p>
    <w:p w14:paraId="175163C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caaatacctg gtgtatacgt tgtctttgga gcacaaaacc agttgaaaca tcaaattcgt</w:t>
      </w:r>
    </w:p>
    <w:p w14:paraId="286E3B0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ttgatgtact gaagtcagag gacgcgcagg gaatggataa tcttgcctgc gaagatctaa</w:t>
      </w:r>
    </w:p>
    <w:p w14:paraId="27DABAE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aaccagtctc tgaagaagta gtggaaaatc ctaccataca gaaagacgtt cttgagtgta</w:t>
      </w:r>
    </w:p>
    <w:p w14:paraId="0D402CF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atgtgaaaac taccgaagtt gtaggagaca ttatacttaa accagcaaat aatagtttaa</w:t>
      </w:r>
    </w:p>
    <w:p w14:paraId="7209064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aaattacaga agaggttggc cacacagatc taatggctgc ttatgtagac aattctagtc</w:t>
      </w:r>
    </w:p>
    <w:p w14:paraId="5F42746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ttactattaa gaaacctaat gaattatcta gagtattagg tttgaaaacc cttgctactc</w:t>
      </w:r>
    </w:p>
    <w:p w14:paraId="1378B6F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atggtttagc tgctgttaat agtgtccctt gggatactat agctaattat gctaagcctt</w:t>
      </w:r>
    </w:p>
    <w:p w14:paraId="1910CF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ttcttaacaa agttgttagt acaactacta acatagttac acggtgttta aaccgtgttt</w:t>
      </w:r>
    </w:p>
    <w:p w14:paraId="34F1141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6721 gtactaatta tatgccttat ttctttactt tattgctaca attgtgtact tttactagaa</w:t>
      </w:r>
    </w:p>
    <w:p w14:paraId="1F9D356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gtacaaattc tagaattaaa gcatctatgc cgactactat agcaaagaat actgttaaga</w:t>
      </w:r>
    </w:p>
    <w:p w14:paraId="6D16E2A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gtgtcggtaa attttgtcta gaggcttcat ttaattattt gaagtcacct aatttttcta</w:t>
      </w:r>
    </w:p>
    <w:p w14:paraId="2202BF0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aactgataaa tattataatt tggtttttac tattaagtgt ttgcctaggt tctttaatct</w:t>
      </w:r>
    </w:p>
    <w:p w14:paraId="5E67EBD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actcaaccgc tgctttaggt gttttaatgt ctaatttagg catgccttct tactgtactg</w:t>
      </w:r>
    </w:p>
    <w:p w14:paraId="53CEEDE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gttacagaga aggctatttg aactctacta atgtcactat tgcaacctac tgtactggtt</w:t>
      </w:r>
    </w:p>
    <w:p w14:paraId="448947C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ctataccttg tagtgtttgt cttagtggtt tagattcttt agacacctat ccttctttag</w:t>
      </w:r>
    </w:p>
    <w:p w14:paraId="6193721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aaactataca aattaccatt tcatctttta aatgggattt aactgctttt ggcttagttg</w:t>
      </w:r>
    </w:p>
    <w:p w14:paraId="708D8D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cagagtggtt tttggcatat attcttttca ctaggttttt ctatgtactt ggattggctg</w:t>
      </w:r>
    </w:p>
    <w:p w14:paraId="018179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caatcatgca attgtttttc agctattttg cagtacattt tattagtaat tcttggctta</w:t>
      </w:r>
    </w:p>
    <w:p w14:paraId="5F2E21D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tgtggttaat aattaatctt gtacaaatgg ccccgatttc agctatggtt agaatgtaca</w:t>
      </w:r>
    </w:p>
    <w:p w14:paraId="07D4A17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tcttctttgc atcattttat tatgtatgga aaagttatgt gcatgttgta gacggttgta</w:t>
      </w:r>
    </w:p>
    <w:p w14:paraId="0343940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attcatcaac ttgtatgatg tgttacaaac gtaatagagc aacaagagtc gaatgtacaa</w:t>
      </w:r>
    </w:p>
    <w:p w14:paraId="52916CD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ctattgttaa tggtgttaga aggtcctttt atgtctatgc taatggaggt aaaggctttt</w:t>
      </w:r>
    </w:p>
    <w:p w14:paraId="3009275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gcaaactaca caattggaat tgtgttaatt gtgatacatt ctgtgctggt agtacattta</w:t>
      </w:r>
    </w:p>
    <w:p w14:paraId="6A37C83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ttagtgatga agttgcgaga gacttgtcac tacagtttaa aagaccaata aatcctactg</w:t>
      </w:r>
    </w:p>
    <w:p w14:paraId="7907DC7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accagtcttc ttacatcgtt gatagtgtta cagtgaagaa tggttccatc catctttact</w:t>
      </w:r>
    </w:p>
    <w:p w14:paraId="3DA2755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ttgataaagc tggtcaaaag acttatgaaa gacattctct ctctcatttt gttaacttag</w:t>
      </w:r>
    </w:p>
    <w:p w14:paraId="1C7C3A7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acaacctgag agctaataac actaaaggtt cattgcctat taatgttata gtttttgatg</w:t>
      </w:r>
    </w:p>
    <w:p w14:paraId="64DC838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gtaaatcaaa atgtgaagaa tcatctgcaa aatcagcgtc tgtttactac agtcagctta</w:t>
      </w:r>
    </w:p>
    <w:p w14:paraId="7AADF19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tgtgtcaacc tatactgtta ctagatcagg cattagtgtc tgatgttggt gatagtgcgg</w:t>
      </w:r>
    </w:p>
    <w:p w14:paraId="7E1AD04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aagttgcagt taaaatgttt gatgcttacg ttaatacgtt ttcatcaact tttaacgtac</w:t>
      </w:r>
    </w:p>
    <w:p w14:paraId="65B50F2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caatggaaaa actcaaaaca ctagttgcaa ctgcagaagc tgaacttgca aagaatgtgt</w:t>
      </w:r>
    </w:p>
    <w:p w14:paraId="6E124F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ccttagacaa tgtcttatct acttttattt cagcagctcg gcaagggttt gttgattcag</w:t>
      </w:r>
    </w:p>
    <w:p w14:paraId="4F6E00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atgtagaaac taaagatgtt gttgaatgtc ttaaattgtc acatcaatct gacatagaag</w:t>
      </w:r>
    </w:p>
    <w:p w14:paraId="4A1FBDD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ttactggcga tagttgtaat aactatatgc tcacctataa caaagttgaa aacatgacac</w:t>
      </w:r>
    </w:p>
    <w:p w14:paraId="3EC381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cccgtgacct tggtgcttgt attgactgta gtgcgcgtca tattaatgcg caggtagcaa</w:t>
      </w:r>
    </w:p>
    <w:p w14:paraId="6D43714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aaagtcacaa cattgctttg atatggaacg ttaaagattt catgtcattg tctgaacaac</w:t>
      </w:r>
    </w:p>
    <w:p w14:paraId="4F5CE3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tacgaaaaca aatacgtagt gctgctaaaa agaataactt accttttaag ttgacatgtg</w:t>
      </w:r>
    </w:p>
    <w:p w14:paraId="398F3B0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caactactag acaagttgtt aatgttgtaa caacaaagat agcacttaag ggtggtaaaa</w:t>
      </w:r>
    </w:p>
    <w:p w14:paraId="46D92E0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ttgttaataa ttggttgaag cagttaatta aagttacact tgtgttcctt tttgttgctg</w:t>
      </w:r>
    </w:p>
    <w:p w14:paraId="14C68C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ctattttcta tttaataaca cctgttcatg tcatgtctaa acatactgac ttttcaagtg</w:t>
      </w:r>
    </w:p>
    <w:p w14:paraId="2004C2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aaatcatagg atacaaggct attgatggtg gtgtcactcg tgacatagca tctacagata</w:t>
      </w:r>
    </w:p>
    <w:p w14:paraId="71AF30B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cttgttttgc taacaaacat gctgattttg acacatggtt tagccagcgt ggtggtagtt</w:t>
      </w:r>
    </w:p>
    <w:p w14:paraId="68EC99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atactaatga caaagcttgc ccattgattg ctgcagtcat aacaagagaa gtgggttttg</w:t>
      </w:r>
    </w:p>
    <w:p w14:paraId="57C88B6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tcgtgcctgg tttgcctggc acgatattac gcacaactaa tggtgacttt ttgcatttct</w:t>
      </w:r>
    </w:p>
    <w:p w14:paraId="4398BD1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tacctagagt ttttagtgca gttggtaaca tctgttacac accatcaaaa cttatagagt</w:t>
      </w:r>
    </w:p>
    <w:p w14:paraId="559B10E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acactgactt tgcaacatca gcttgtgttt tggctgctga atgtacaatt tttaaagatg</w:t>
      </w:r>
    </w:p>
    <w:p w14:paraId="38E4E0F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cttctggtaa gccagtacca tattgttatg ataccaatgt actagaaggt tctgttgctt</w:t>
      </w:r>
    </w:p>
    <w:p w14:paraId="3F9806A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atgaaagttt acgccctgac acacgttatg tgctcatgga tggctctatt attcaatttc</w:t>
      </w:r>
    </w:p>
    <w:p w14:paraId="464500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ctaacaccta ccttgaaggt tctgttagag tggtaacaac ttttgattct gagtactgta</w:t>
      </w:r>
    </w:p>
    <w:p w14:paraId="6034E10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ggcacggcac ttgtgaaaga tcagaagctg gtgtttgtgt atctactagt ggtagatggg</w:t>
      </w:r>
    </w:p>
    <w:p w14:paraId="67AA5FA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9241 tacttaacaa tgattattac agatctttac caggagtttt ctgtggtgta gatgctgtaa</w:t>
      </w:r>
    </w:p>
    <w:p w14:paraId="0E2553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atttatttac taatatgttt acaccactaa ttcaacctat tggtgctttg gacatatcag</w:t>
      </w:r>
    </w:p>
    <w:p w14:paraId="48F8A6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catctatagt agctggtggt attgtggcta tcgtagtaac atgccttgcc tactatttta</w:t>
      </w:r>
    </w:p>
    <w:p w14:paraId="06074A1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tgaggtttag aagagctttt ggtgaataca gtcatgtagt tgcctttaat actttactat</w:t>
      </w:r>
    </w:p>
    <w:p w14:paraId="60B145F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tccttatgtc attcattgta ctctgtttaa caccagttta ctcattctta cctggtgttt</w:t>
      </w:r>
    </w:p>
    <w:p w14:paraId="0BD6F69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attctgttat ttacttgtac ttgacatttt atcttactaa tgatgtttct tttttagcac</w:t>
      </w:r>
    </w:p>
    <w:p w14:paraId="50BFE0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atattcagtg gatggttatg ttcacacctt tagtaccttt ctggataaca attgcttata</w:t>
      </w:r>
    </w:p>
    <w:p w14:paraId="6C264E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tcatttgtat ttccacaaag catttctatt ggttctttag taattaccta aagagacgtg</w:t>
      </w:r>
    </w:p>
    <w:p w14:paraId="1492FF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tagtctttaa tggtgtttcc tttagtactt ttgaagaagc tgcgctgtgc acctttttgt</w:t>
      </w:r>
    </w:p>
    <w:p w14:paraId="664D823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taaataaaga aatgtatcta aagttgcgta gtgatgtgct attacctttt acgcaatata</w:t>
      </w:r>
    </w:p>
    <w:p w14:paraId="468A0C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atagatactt agctctttat aataagtaca agtattttag tggagcaatg gatacaacta</w:t>
      </w:r>
    </w:p>
    <w:p w14:paraId="390D14D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gctacagaga agctgcttgt tgtcatctcg caaaggctct caatgacttc agtaactcag</w:t>
      </w:r>
    </w:p>
    <w:p w14:paraId="45E4326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gttctgatgt tctttaccaa ccaccacaaa tctctatcac ctcagctgtt ttgcagagtg</w:t>
      </w:r>
    </w:p>
    <w:p w14:paraId="5E6E4DC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gttttagaaa aatggcattc ccatctggta aagttgaggg ttgtatggta caagtaactt</w:t>
      </w:r>
    </w:p>
    <w:p w14:paraId="48AB3D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gtggtacaac tacacttaac ggtctttggc ttgatgacgt agtttactgt ccaagacatg</w:t>
      </w:r>
    </w:p>
    <w:p w14:paraId="6C5BF45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tgatctgcac ctctgaagat atgcttaacc ctaattatga agatttactc attcgtaagt</w:t>
      </w:r>
    </w:p>
    <w:p w14:paraId="1EBA668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ctaatcataa tttcttggta caggctggta atgttcaact cagggttatt ggacattcta</w:t>
      </w:r>
    </w:p>
    <w:p w14:paraId="6FFB511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tgcaaaattg tgtacttaag cttaaggttg atacagccaa tcctaagaca cctaagtata</w:t>
      </w:r>
    </w:p>
    <w:p w14:paraId="176273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agtttgttcg cattcaacca ggacagactt tttcagtgtt agcttgttac aatggttcac</w:t>
      </w:r>
    </w:p>
    <w:p w14:paraId="37049C9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catctggtgt ttaccaatgt gctatgagac acaatttcac tattaagggt tcattcctta</w:t>
      </w:r>
    </w:p>
    <w:p w14:paraId="46F902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atggttcatg tggtagtgtt ggttttaaca tagattatga ctgtgtctct ttttgttaca</w:t>
      </w:r>
    </w:p>
    <w:p w14:paraId="59CEF1C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tgcaccatat ggaattacca actggagttc atgctggcac agacttagaa ggtaactttt</w:t>
      </w:r>
    </w:p>
    <w:p w14:paraId="731F0E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atggaccttt tgttgacagg caaacagcac aagcagctgg tacggacaca actattacag</w:t>
      </w:r>
    </w:p>
    <w:p w14:paraId="09800E9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ttaatgtttt agcttggttg tacgctgctg ttataaatgg agacaggtgg tttctcaatc</w:t>
      </w:r>
    </w:p>
    <w:p w14:paraId="10BBF5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gatttaccac aactcttaat gactttaacc ttgtggctat gaagtacaat tatgaacctc</w:t>
      </w:r>
    </w:p>
    <w:p w14:paraId="15B85AD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taacacaaga ccatgttgac atactaggac ctctttctgc tcaaactgga attgccgttt</w:t>
      </w:r>
    </w:p>
    <w:p w14:paraId="5C80DD9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tagatatgtg tgcttcatta aaagaattac tgcaaaatgg tatgaatgga cgtaccatat</w:t>
      </w:r>
    </w:p>
    <w:p w14:paraId="56C2BA2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tgggtagtgc tttattagaa gatgaattta caccttttga tgttgttaga caatgctcag</w:t>
      </w:r>
    </w:p>
    <w:p w14:paraId="076B8BF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gtgttacttt ccaaagtgca gtgaaaagaa caatcaaggg tacacaccac tggttgttac</w:t>
      </w:r>
    </w:p>
    <w:p w14:paraId="43E6100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tcacaatttt gacttcactt ttagttttag tccagagtac tcaatggtct ttgttctttt</w:t>
      </w:r>
    </w:p>
    <w:p w14:paraId="6C0188F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ttttgtatga aaatgccttt ttaccttttg ctatgggtat tattgctatg tctgcttttg</w:t>
      </w:r>
    </w:p>
    <w:p w14:paraId="11F0ADA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caatgatgtt tgtcaaacat aagcatgcat ttctctgttt gtttttgtta ccttctcttg</w:t>
      </w:r>
    </w:p>
    <w:p w14:paraId="5942701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ccactgtagc ttattttaat atggcctata tgcctgctag ttgggtgatg cgtattatga</w:t>
      </w:r>
    </w:p>
    <w:p w14:paraId="64D280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catggttgga tatggttgat actagtttga agctaaaaga ctgtgttatg tatgcatcag</w:t>
      </w:r>
    </w:p>
    <w:p w14:paraId="7A9DD11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ctgtagtgtt actaatcctt atgacagcaa gaactgtgta tgatgatggt gctaggagag</w:t>
      </w:r>
    </w:p>
    <w:p w14:paraId="136B64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tgtggacact tatgaatgtc ttgacactcg tttataaagt ttattatggt aatgctttag</w:t>
      </w:r>
    </w:p>
    <w:p w14:paraId="19F89A3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atcaagccat ttccatgtgg gctcttataa tctctgttac ttctaactac tcaggtgtag</w:t>
      </w:r>
    </w:p>
    <w:p w14:paraId="71410A0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ttacaactgt catgtttttg gccagaggta ttgtttttat gtgtgttgag tattgcccta</w:t>
      </w:r>
    </w:p>
    <w:p w14:paraId="672B2E9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ttttcttcat aactggtaat acacttcagt gtataatgct agtttattgt ttcttaggct</w:t>
      </w:r>
    </w:p>
    <w:p w14:paraId="7EA68A8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atttttgtac ttgttacttt ggcctctttt gtttactcaa ccgctacttt agactgactc</w:t>
      </w:r>
    </w:p>
    <w:p w14:paraId="561C4D2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ttggtgttta tgattactta gtttctacac aggagtttag atatatgaat tcacagggac</w:t>
      </w:r>
    </w:p>
    <w:p w14:paraId="16C9C12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tactcccacc caagaatagc atagatgcct tcaaactcaa cattaaattg ttgggtgttg</w:t>
      </w:r>
    </w:p>
    <w:p w14:paraId="55035D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11761 gtggcaaacc ttgtatcaaa gtagccactg tacagtctaa aatgtcagat gtaaagtgca</w:t>
      </w:r>
    </w:p>
    <w:p w14:paraId="7D20B5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catcagtagt cttactctca gttttgcaac aactcagagt agaatcatca tctaaattgt</w:t>
      </w:r>
    </w:p>
    <w:p w14:paraId="6AE3134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gggctcaatg tgtccagtta cacaatgaca ttctcttagc taaagatact actgaagcct</w:t>
      </w:r>
    </w:p>
    <w:p w14:paraId="2468930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ttgaaaaaat ggtttcacta ctttctgttt tgctttccat gcagggtgct gtagacataa</w:t>
      </w:r>
    </w:p>
    <w:p w14:paraId="5ADDE2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acaagctttg tgaagaaatg ctggacaaca gggcaacctt acaagctata gcctcagagt</w:t>
      </w:r>
    </w:p>
    <w:p w14:paraId="0D4C78A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ttagttccct tccatcatat gcagcttttg ctactgctca agaagcttat gagcaggctg</w:t>
      </w:r>
    </w:p>
    <w:p w14:paraId="49BD9F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ttgctaatgg tgattctgaa gttgttctta aaaagttgaa gaagtctttg aatgtggcta</w:t>
      </w:r>
    </w:p>
    <w:p w14:paraId="0A8A626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aatctgaatt tgaccgtgat gcagccatgc aacgtaagtt ggaaaagatg gctgatcaag</w:t>
      </w:r>
    </w:p>
    <w:p w14:paraId="79EEC0B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ctatgaccca aatgtataaa caggctagat ctgaggacaa gagggcaaaa gttactagtg</w:t>
      </w:r>
    </w:p>
    <w:p w14:paraId="57652E5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ctatgcagac aatgcttttc actatgctta gaaagttgga taatgatgca ctcaacaaca</w:t>
      </w:r>
    </w:p>
    <w:p w14:paraId="5FB06AA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ttatcaacaa tgcaagagat ggttgtgttc ccttgaacat aatacctctt acaacagcag</w:t>
      </w:r>
    </w:p>
    <w:p w14:paraId="0DF8130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ccaaactaat ggttgtcata ccagactata acacatataa aaatacgtgt gatggtacaa</w:t>
      </w:r>
    </w:p>
    <w:p w14:paraId="00FE101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catttactta tgcatcagca ttgtgggaaa tccaacaggt tgtagatgca gatagtaaaa</w:t>
      </w:r>
    </w:p>
    <w:p w14:paraId="2DBD00F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ttgttcaact tagtgaaatt agtatggaca attcacctaa tttagcatgg cctcttattg</w:t>
      </w:r>
    </w:p>
    <w:p w14:paraId="46DA51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taacagcttt aagggccaat tctgctgtca aattacagaa taatgagctt agtcctgttg</w:t>
      </w:r>
    </w:p>
    <w:p w14:paraId="406279D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cactacgaca gatgtcttgt gctgccggta ctacacaaac tgcttgcact gatgacaatg</w:t>
      </w:r>
    </w:p>
    <w:p w14:paraId="1CE88FB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cgttagctta ctacaacaca acaaagggag gtaggtttgt acttgcactg ttatccgatt</w:t>
      </w:r>
    </w:p>
    <w:p w14:paraId="20DEF1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tacaggattt gaaatgggct agattcccta agagtgatgg aactggtact atttatacag</w:t>
      </w:r>
    </w:p>
    <w:p w14:paraId="23DD92D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aactggaacc accttgtagg tttgttacag acacacctaa aggtcctaaa gtgaagtatt</w:t>
      </w:r>
    </w:p>
    <w:p w14:paraId="0656FB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tatactttat taaaggatta aacaacctaa atagaggtat ggtacttggt agtttagctg</w:t>
      </w:r>
    </w:p>
    <w:p w14:paraId="5203DC3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ccacagtacg tctacaagct ggtaatgcaa cagaagtgcc tgccaattca actgtattat</w:t>
      </w:r>
    </w:p>
    <w:p w14:paraId="79234AE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ctttctgtgc ttttgctgta gatgctgcta aagcttacaa agattatcta gctagtgggg</w:t>
      </w:r>
    </w:p>
    <w:p w14:paraId="59FD20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gacaaccaat cactaattgt gttaagatgt tgtgtacaca cactggtact ggtcaggcaa</w:t>
      </w:r>
    </w:p>
    <w:p w14:paraId="5EC6BCC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taacagttac accggaagcc aatatggatc aagaatcctt tggtggtgca tcgtgttgtc</w:t>
      </w:r>
    </w:p>
    <w:p w14:paraId="0943EA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tgtactgccg ttgccacata gatcatccaa atcctaaagg attttgtgac ttaaaaggta</w:t>
      </w:r>
    </w:p>
    <w:p w14:paraId="0D7574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agtatgtaca aatacctaca acttgtgcta atgaccctgt gggttttaca cttaaaaaca</w:t>
      </w:r>
    </w:p>
    <w:p w14:paraId="6DF951B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cagtctgtac cgtctgcggt atgtggaaag gttatggctg tagttgtgat caactccgcg</w:t>
      </w:r>
    </w:p>
    <w:p w14:paraId="10C1394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aacccatgct tcagtcagct gatgcacaat cgtttttaaa cgggtttgcg gtgtaagtgc</w:t>
      </w:r>
    </w:p>
    <w:p w14:paraId="5FBFBB4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agcccgtctt acaccgtgcg gcacaggcac tagtactgat gtcgtataca gggcttttga</w:t>
      </w:r>
    </w:p>
    <w:p w14:paraId="598156A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catctacaat gataaagtag ctggttttgc taaattccta aaaactaatt gttgtcgctt</w:t>
      </w:r>
    </w:p>
    <w:p w14:paraId="51E560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ccaagaaaag gacgaagatg acaatttaat tgattcttac tttgtagtta agagacacac</w:t>
      </w:r>
    </w:p>
    <w:p w14:paraId="67B93A9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tttctctaac taccaacatg aagaaacaat ttataattta cttaaggatt gtccagctgt</w:t>
      </w:r>
    </w:p>
    <w:p w14:paraId="480A54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tgctaaacat gacttcttta agtttagaat agacggtgac atggtaccac atatatcacg</w:t>
      </w:r>
    </w:p>
    <w:p w14:paraId="4F45825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tcaacgtctt actaaataca caatggcaga cctcgtctat gctttaaggc attttgatga</w:t>
      </w:r>
    </w:p>
    <w:p w14:paraId="38A5B3C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aggtaattgt gacacattaa aagaaatact tgtcacatac aattgttgtg atgatgatta</w:t>
      </w:r>
    </w:p>
    <w:p w14:paraId="47EF666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tttcaataaa aaggactggt atgattttgt agaaaaccca gatatattac gcgtatacgc</w:t>
      </w:r>
    </w:p>
    <w:p w14:paraId="46399B8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caacttaggt gaacgtgtac gccaagcttt gttaaaaaca gtacaattct gtgatgccat</w:t>
      </w:r>
    </w:p>
    <w:p w14:paraId="2B1120E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gcgaaatgct ggtattgttg gtgtactgac attagataat caagatctca atggtaactg</w:t>
      </w:r>
    </w:p>
    <w:p w14:paraId="4B29007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gtatgatttc ggtgatttca tacaaaccac gccaggtagt ggagttcctg ttgtagattc</w:t>
      </w:r>
    </w:p>
    <w:p w14:paraId="7F046D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ttattattca ttgttaatgc ctatattaac cttgaccagg gctttaactg cagagtcaca</w:t>
      </w:r>
    </w:p>
    <w:p w14:paraId="67E82E9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tgttgacact gacttaacaa agccttacat taagtgggat ttgttaaaat atgacttcac</w:t>
      </w:r>
    </w:p>
    <w:p w14:paraId="5150584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ggaagagagg ttaaaactct ttgaccgtta ttttaaatat tgggatcaga cataccaccc</w:t>
      </w:r>
    </w:p>
    <w:p w14:paraId="1256AA0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14281 aaattgtgtt aactgtttgg atgacagatg cattctgcat tgtgcaaact ttaatgtttt</w:t>
      </w:r>
    </w:p>
    <w:p w14:paraId="21C698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attctctaca gtgttcccac ttacaagttt tggaccacta gtgagaaaaa tatttgttga</w:t>
      </w:r>
    </w:p>
    <w:p w14:paraId="5AE4AA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tggtgttcca tttgtagttt caactggata ccacttcaga gagctaggtg ttgtacataa</w:t>
      </w:r>
    </w:p>
    <w:p w14:paraId="115FE0D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tcaggatgta aacttacata gctctagact tagttttaag gaattacttg tgtatgctgc</w:t>
      </w:r>
    </w:p>
    <w:p w14:paraId="2641C0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tgaccctgct atgcacgctg cttctggtaa tctattacta gataaacgca ctacgtgctt</w:t>
      </w:r>
    </w:p>
    <w:p w14:paraId="437EBB2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ttcagtagct gcacttacta acaatgttgc ttttcaaact gtcaaacccg gtaattttaa</w:t>
      </w:r>
    </w:p>
    <w:p w14:paraId="6FDFC1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caaagacttc tatgactttg ctgtgtctaa gggtttcttt aaggaaggaa gttctgttga</w:t>
      </w:r>
    </w:p>
    <w:p w14:paraId="760B899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attaaaacac ttcttctttg ctcaggatgg taatgctgct atcagcgatt atgactacta</w:t>
      </w:r>
    </w:p>
    <w:p w14:paraId="33AB86A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tcgttataat ctaccaacaa tgtgtgatat cagacaacta ctatttgtag ttgaagttgt</w:t>
      </w:r>
    </w:p>
    <w:p w14:paraId="565AAD0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tgataagtac tttgattgtt acgatggtgg ctgtattaat gctaaccaag tcatcgtcaa</w:t>
      </w:r>
    </w:p>
    <w:p w14:paraId="6FACF45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caacctagac aaatcagctg gttttccatt taataaatgg ggtaaggcta gactttatta</w:t>
      </w:r>
    </w:p>
    <w:p w14:paraId="592728D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tgattcaatg agttatgagg atcaagatgc acttttcgca tatacaaaac gtaatgtcat</w:t>
      </w:r>
    </w:p>
    <w:p w14:paraId="4E569B9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ccctactata actcaaatga atcttaagta tgccattagt gcaaagaata gagctcgcac</w:t>
      </w:r>
    </w:p>
    <w:p w14:paraId="6B9BE7B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cgtagctggt gtctctatct gtagtactat gaccaataga cagtttcatc aaaaattatt</w:t>
      </w:r>
    </w:p>
    <w:p w14:paraId="57162F7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gaaatcaata gccgccacta gaggagctac tgtagtaatt ggaacaagca aattctatgg</w:t>
      </w:r>
    </w:p>
    <w:p w14:paraId="092831D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tggttggcac aacatgttaa aaactgttta tagtgatgta gaaaaccctc accttatggg</w:t>
      </w:r>
    </w:p>
    <w:p w14:paraId="660DBD4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ttgggattat cctaaatgtg atagagccat gcctaacatg cttagaatta tggcctcact</w:t>
      </w:r>
    </w:p>
    <w:p w14:paraId="38225BE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tgttcttgct cgcaaacata caacgtgttg tagcttgtca caccgtttct atagattagc</w:t>
      </w:r>
    </w:p>
    <w:p w14:paraId="192B847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taatgagtgt gctcaagtat tgagtgaaat ggtcatgtgt ggcggttcac tatatgttaa</w:t>
      </w:r>
    </w:p>
    <w:p w14:paraId="35862FF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accaggtgga acctcatcag gagatgccac aactgcttat gctaatagtg tttttaacat</w:t>
      </w:r>
    </w:p>
    <w:p w14:paraId="77E9C81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ttgtcaagct gtcacggcca atgttaatgc acttttatct actgatggta acaaaattgc</w:t>
      </w:r>
    </w:p>
    <w:p w14:paraId="5EAD82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cgataagtat gtccgcaatt tacaacacag actttatgag tgtctctata gaaatagaga</w:t>
      </w:r>
    </w:p>
    <w:p w14:paraId="417278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tgttgacaca gactttgtga atgagtttta cgcatatttg cgtaaacatt tctcaatgat</w:t>
      </w:r>
    </w:p>
    <w:p w14:paraId="5F7B2BF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gatactttct gacgatgctg ttgtgtgttt caatagcact tatgcatctc aaggtctagt</w:t>
      </w:r>
    </w:p>
    <w:p w14:paraId="1352E6A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ggctagcata aagaacttta agtcagttct ttattatcaa aacaatgttt ttatgtctga</w:t>
      </w:r>
    </w:p>
    <w:p w14:paraId="6E68079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agcaaaatgt tggactgaga ctgaccttac taaaggacct catgaatttt gctctcaaca</w:t>
      </w:r>
    </w:p>
    <w:p w14:paraId="27F7DA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tacaatgcta gttaaacagg gtgatgatta tgtgtacctt ccttacccag atccatcaag</w:t>
      </w:r>
    </w:p>
    <w:p w14:paraId="6A8D59A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aatcctaggg gccggctgtt ttgtagatga tatcgtaaaa acagatggta cacttatgat</w:t>
      </w:r>
    </w:p>
    <w:p w14:paraId="4BB4E24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tgaacggttc gtgtctttag ctatagatgc ttacccactt actaaacatc ctaatcagga</w:t>
      </w:r>
    </w:p>
    <w:p w14:paraId="7558FD9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gtatgctgat gtctttcatt tgtacttaca atacataaga aagctacatg atgagttaac</w:t>
      </w:r>
    </w:p>
    <w:p w14:paraId="7204FD6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aggacacatg ttagacatgt attctgttat gcttactaat gataacactt caaggtattg</w:t>
      </w:r>
    </w:p>
    <w:p w14:paraId="447AC60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ggaacctgag ttttatgagg ctatgtacac accgcataca gtcttacagg ctgttggggc</w:t>
      </w:r>
    </w:p>
    <w:p w14:paraId="350B60B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ttgtgttctt tgcaattcac agacttcatt aagatgtggt gcttgcatac gtagaccatt</w:t>
      </w:r>
    </w:p>
    <w:p w14:paraId="10894CF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cttatgttgt aaatgctgtt acgaccatgt catatcaaca tcacataaat tagtcttgtc</w:t>
      </w:r>
    </w:p>
    <w:p w14:paraId="7E5A00A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tgttaatccg tatgtttgca atgctccagg ttgtgatgtc acagatgtga ctcaacttta</w:t>
      </w:r>
    </w:p>
    <w:p w14:paraId="5DD7387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cttaggaggt atgagctatt attgtaaatc acataaacca cccattagtt ttccattgtg</w:t>
      </w:r>
    </w:p>
    <w:p w14:paraId="249D2EF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tgctaatgga caagtttttg gtttatataa aaatacatgt gttggtagcg ataatgttac</w:t>
      </w:r>
    </w:p>
    <w:p w14:paraId="3D20043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tgactttaat gcaattgcaa catgtgactg gacaaatgct ggtgattaca ttttagctaa</w:t>
      </w:r>
    </w:p>
    <w:p w14:paraId="104D775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cacctgtact gaaagactca agctttttgc agcagaaacg ctcaaagcta ctgaggagac</w:t>
      </w:r>
    </w:p>
    <w:p w14:paraId="06E7E62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atttaaactg tcttatggta ttgctactgt acgtgaagtg ctgtctgaca gagaattaca</w:t>
      </w:r>
    </w:p>
    <w:p w14:paraId="09760E3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tctttcatgg gaagttggta aacctagacc accacttaac cgaaattatg tctttactgg</w:t>
      </w:r>
    </w:p>
    <w:p w14:paraId="110BFA7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ttatcgtgta actaaaaaca gtaaagtaca aataggagag tacacctttg aaaaaggtga</w:t>
      </w:r>
    </w:p>
    <w:p w14:paraId="13959B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16801 ctatggtgat gctgttgttt accgaggtac aacaacttac aaattaaatg ttggtgatta</w:t>
      </w:r>
    </w:p>
    <w:p w14:paraId="6D7D39A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ttttgtgctg acatcacata cagtaatgcc attaagtgca cctacactag tgccacaaga</w:t>
      </w:r>
    </w:p>
    <w:p w14:paraId="781995C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gcactatgtt agaattactg gcttataccc aacactcaat atctcagatg agttttctag</w:t>
      </w:r>
    </w:p>
    <w:p w14:paraId="0894ED7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caatgttgca aattatcaaa aggttggtat gcaaaagtat tctacactcc agggaccacc</w:t>
      </w:r>
    </w:p>
    <w:p w14:paraId="546671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tggtactggt aagagtcatt ttgctattgg cctagctctc tactaccctt ctgctcgcat</w:t>
      </w:r>
    </w:p>
    <w:p w14:paraId="791B41B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agtgtataca gcttgctctc atgccgctgt tgatgcacta tgtgagaagg cattaaaata</w:t>
      </w:r>
    </w:p>
    <w:p w14:paraId="25B4C3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tttgcctata gataaatgta gtagaattat acctgcacgt gctcgtgtag agtgttttga</w:t>
      </w:r>
    </w:p>
    <w:p w14:paraId="22B909A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taaattcaaa gtgaattcaa cattagaaca gtatgtcttt tgtactgtaa atgcattgcc</w:t>
      </w:r>
    </w:p>
    <w:p w14:paraId="2FB33CB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tgagacgaca gcagatatag ttgtctttga tgaaatttca atggccacaa attatgattt</w:t>
      </w:r>
    </w:p>
    <w:p w14:paraId="0A2CAFB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gagtgttgtc aatgccagat tatgtgctaa gcactatgtg tacattggcg accctgctca</w:t>
      </w:r>
    </w:p>
    <w:p w14:paraId="6F5DCFA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attacctgca ccacgcacat tgctaactaa gggcacacta gaaccagaat atttcaattc</w:t>
      </w:r>
    </w:p>
    <w:p w14:paraId="7CF4212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agtgtgtaga cttatgaaaa ctataggtcc agacatgttc ctcggaactt gtcggcgttg</w:t>
      </w:r>
    </w:p>
    <w:p w14:paraId="3CA85C7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tcctgctgaa attgttgaca ctgtgagtgc tttggtttat gataataagc ttaaagcaca</w:t>
      </w:r>
    </w:p>
    <w:p w14:paraId="21EEFF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taaagacaaa tcagctcaat gctttaaaat gttttataag ggtgttatca cgcatgatgt</w:t>
      </w:r>
    </w:p>
    <w:p w14:paraId="68DF7B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ttcatctgca attaacaggc cacaaatagg cgtggtaaga gaattcctta cacgtaaccc</w:t>
      </w:r>
    </w:p>
    <w:p w14:paraId="609D611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tgcttggaga aaagctgtct ttatttcacc ttataattca cagaatgctg tagcctcaaa</w:t>
      </w:r>
    </w:p>
    <w:p w14:paraId="10A234E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gattttggga ctaccaactc aaactgttga ttcatcacag ggctcagaat atgactatgt</w:t>
      </w:r>
    </w:p>
    <w:p w14:paraId="39D4465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catattcact caaaccactg aaacagctca ctcttgtaat gtaaacagat ttaatgttgc</w:t>
      </w:r>
    </w:p>
    <w:p w14:paraId="1F9AD82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tattaccaga gcaaaagtag gcatactttg cataatgtct gatagagacc tttatgacaa</w:t>
      </w:r>
    </w:p>
    <w:p w14:paraId="126285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gttgcaattt acaagtcttg aaattccacg taggaatgtg gcaactttac aagctgaaaa</w:t>
      </w:r>
    </w:p>
    <w:p w14:paraId="68A6FC6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tgtaacagga ctctttaaag attgtagtaa ggtaatcact gggttacatc ctacacaggc</w:t>
      </w:r>
    </w:p>
    <w:p w14:paraId="692DAA8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acctacacac ctcagtgttg acactaaatt caaaactgaa ggtttatgtg ttgacgtacc</w:t>
      </w:r>
    </w:p>
    <w:p w14:paraId="17F4A0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tggcatacct aaggacatga cctatagaag actcatctct atgatgggtt ttaaaatgaa</w:t>
      </w:r>
    </w:p>
    <w:p w14:paraId="1EB8F20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ttatcaagtt aatggttacc ctaacatgtt tatcacccgc gaagaagcta taagacatgt</w:t>
      </w:r>
    </w:p>
    <w:p w14:paraId="382962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acgtgcatgg attggcttcg atgtcgaggg gtgtcatgct actagagaag ctgttggtac</w:t>
      </w:r>
    </w:p>
    <w:p w14:paraId="26AD6F4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caatttacct ttacagctag gtttttctac aggtgttaac ctagttgctg tacctacagg</w:t>
      </w:r>
    </w:p>
    <w:p w14:paraId="6691E26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ttatgttgat acacctaata atacagattt ttccagagtt agtgctaaac caccgcctgg</w:t>
      </w:r>
    </w:p>
    <w:p w14:paraId="05A8A3A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agatcaattt aaacacctca taccacttat gtacaaagga cttccttgga atgtagtgcg</w:t>
      </w:r>
    </w:p>
    <w:p w14:paraId="319B03A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tataaagatt gtacaaatgt taagtgacac acttaaaaat ctctctgaca gagtcgtatt</w:t>
      </w:r>
    </w:p>
    <w:p w14:paraId="22E7EA2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tgtcttatgg gcacatggct ttgagttgac atctatgaag tattttgtga aaataggacc</w:t>
      </w:r>
    </w:p>
    <w:p w14:paraId="360F5EE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tgagcgcacc tgttgtctat gtgatagacg tgccacatgc ttttccactg cttcagacac</w:t>
      </w:r>
    </w:p>
    <w:p w14:paraId="06B93B6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ttatgcctgt tggcatcatt ctattggatt tgattacgtc tataatccgt ttatgattga</w:t>
      </w:r>
    </w:p>
    <w:p w14:paraId="0B28DD0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tgttcaacaa tggggtttta caggtaacct acaaagcaac catgatctgt attgtcaagt</w:t>
      </w:r>
    </w:p>
    <w:p w14:paraId="39B4EE2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ccatggtaat gcacatgtag ctagttgtga tgcaatcatg actaggtgtc tagctgtcca</w:t>
      </w:r>
    </w:p>
    <w:p w14:paraId="6D210B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cgagtgcttt gttaagcgtg ttgactggac tattgaatat cctataattg gtgatgaact</w:t>
      </w:r>
    </w:p>
    <w:p w14:paraId="27B0387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gaagattaat gcggcttgta gaaaggttca acacatggtt gttaaagctg cattattagc</w:t>
      </w:r>
    </w:p>
    <w:p w14:paraId="2E725CD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agacaaattc ccagttcttc acgacattgg taaccctaaa gctattaagt gtgtacctca</w:t>
      </w:r>
    </w:p>
    <w:p w14:paraId="7460350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agctgatgta gaatggaagt tctatgatgc acagccttgt agtgacaaag cttataaaat</w:t>
      </w:r>
    </w:p>
    <w:p w14:paraId="29DF9C6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agaagaatta ttctattctt atgccacaca ttctgacaaa ttcacagatg gtgtatgcct</w:t>
      </w:r>
    </w:p>
    <w:p w14:paraId="0280A2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attttggaat tgcaatgtcg atagatatcc tgctaattcc attgtttgta gatttgacac</w:t>
      </w:r>
    </w:p>
    <w:p w14:paraId="1BE0CBE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tagagtgcta tctaacctta acttgcctgg ttgtgatggt ggcagtttgt atgtaaataa</w:t>
      </w:r>
    </w:p>
    <w:p w14:paraId="19FB572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acatgcattc cacacaccag cttttgataa aagtgctttt gttaatttaa aacaattacc</w:t>
      </w:r>
    </w:p>
    <w:p w14:paraId="5A4A61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19321 atttttctat tactctgaca gtccatgtga gtctcatgga aaacaagtag tgtcagatat</w:t>
      </w:r>
    </w:p>
    <w:p w14:paraId="7282EE4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agattatgta ccactaaagt ctgctacgtg tataacacgt tgcaatttag gtggtgctgt</w:t>
      </w:r>
    </w:p>
    <w:p w14:paraId="23FB316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ctgtagacat catgctaatg agtacagatt gtatctcgat gcttataaca tgatgatctc</w:t>
      </w:r>
    </w:p>
    <w:p w14:paraId="76A3AEC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agctggcttt agcttgtggg tttacaaaca atttgatact tataacctct ggaacacttt</w:t>
      </w:r>
    </w:p>
    <w:p w14:paraId="00762C5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tacaagactt cagagtttag aaaatgtggc ttttaatgtt gtaaataagg gacactttga</w:t>
      </w:r>
    </w:p>
    <w:p w14:paraId="508FEA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tggacaacag ggtgaagtac cagtttctat cattaataac actgtttaca caaaagttga</w:t>
      </w:r>
    </w:p>
    <w:p w14:paraId="3C19D77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tggtgttgat gtagaattgt ttgaaaataa aacaacatta cctgttaatg tagcatttga</w:t>
      </w:r>
    </w:p>
    <w:p w14:paraId="466BC3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gctttgggct aagcgcaaca ttaaaccagt accagaggtg aaaatactca ataatttggg</w:t>
      </w:r>
    </w:p>
    <w:p w14:paraId="2F28923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tgtggacatt gctgctaata ctgtgatctg ggactacaaa agagatgctc cagcacatat</w:t>
      </w:r>
    </w:p>
    <w:p w14:paraId="427F072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atctactatt ggtgtttgtt ctatgactga catagccaag aaaccaattg aaacgatttg</w:t>
      </w:r>
    </w:p>
    <w:p w14:paraId="1E431B1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tgcaccactc actgtctttt ttgatggtag agttgatggt caagtagatt tatttagaaa</w:t>
      </w:r>
    </w:p>
    <w:p w14:paraId="0F73481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tgcccgtaat ggtgttctta ttacagaggg tagtgttaaa ggtttacaac catctgtagg</w:t>
      </w:r>
    </w:p>
    <w:p w14:paraId="54A0F1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tcccaaacaa gctagtctta atggagtcac attaattgga gaagccgtaa aaacacagtt</w:t>
      </w:r>
    </w:p>
    <w:p w14:paraId="3D5895A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caattattat aagaaagttg atggtgttgt ccaacaatta cctgaaactt actttactca</w:t>
      </w:r>
    </w:p>
    <w:p w14:paraId="0A717D0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gagtagaaat ttacaagaat ttaaacccag gagtcaaatg gaaattgatt tcttagaatt</w:t>
      </w:r>
    </w:p>
    <w:p w14:paraId="3ED68E8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agctatggat gaattcattg aacggtataa attagaaggc tatgccttcg aacatatcgt</w:t>
      </w:r>
    </w:p>
    <w:p w14:paraId="4827674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ttatggagat tttagtcata gtcagttagg tggtttacat ctactgattg gactagctaa</w:t>
      </w:r>
    </w:p>
    <w:p w14:paraId="2AB0ECA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acgttttaag gaatcacctt ttgaattaga agattttatt cctatggaca gtacagttaa</w:t>
      </w:r>
    </w:p>
    <w:p w14:paraId="6073737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aaactatttc ataacagatg cgcaaacagg ttcatctaag tgtgtgtgtt ctgttattga</w:t>
      </w:r>
    </w:p>
    <w:p w14:paraId="4820BFC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tttattactt gatgattttg ttgaaataat aaaatcccaa gatttatctg tagtttctaa</w:t>
      </w:r>
    </w:p>
    <w:p w14:paraId="2B69BCD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ggttgtcaaa gtgactattg actatacaga aatttcattt atgctttggt gtaaagatgg</w:t>
      </w:r>
    </w:p>
    <w:p w14:paraId="127F2B0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ccatgtagaa acattttacc caaaattaca atctagtcaa gcgtggcaac cgggtgttgc</w:t>
      </w:r>
    </w:p>
    <w:p w14:paraId="33A25C9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tatgcctaat ctttacaaaa tgcaaagaat gctattagaa aagtgtgacc ttcaaaatta</w:t>
      </w:r>
    </w:p>
    <w:p w14:paraId="76C818A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tggtgatagt gcaacattac ctaaaggcat aatgatgaat gtcgcaaaat atactcaact</w:t>
      </w:r>
    </w:p>
    <w:p w14:paraId="75659C4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gtgtcaatat ttaaacacat taacattagc tgtaccctat aatatgagag ttatacattt</w:t>
      </w:r>
    </w:p>
    <w:p w14:paraId="5629F8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tggtgctggt tctgataaag gagttgcacc aggtacagct gttttaagac agtggttgcc</w:t>
      </w:r>
    </w:p>
    <w:p w14:paraId="2326D8E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tacgggtacg ctgcttgtcg attcagatct taatgacttt gtctctgatg cagattcaac</w:t>
      </w:r>
    </w:p>
    <w:p w14:paraId="245C85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tttgattggt gattgtgcaa ctgtacatac agctaataaa tgggatctca ttattagtga</w:t>
      </w:r>
    </w:p>
    <w:p w14:paraId="0C7614E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tatgtacgac cctaagacta aaaatgttac aaaagaaaat gactctaaag agggtttttt</w:t>
      </w:r>
    </w:p>
    <w:p w14:paraId="290C0DD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cacttacatt tgtgggttta tacaacaaaa gctagctctt ggaggttccg tggctataaa</w:t>
      </w:r>
    </w:p>
    <w:p w14:paraId="4E7C1F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gataacagaa cattcttgga atgctgatct ttataagctc atgggacact tcgcatggtg</w:t>
      </w:r>
    </w:p>
    <w:p w14:paraId="0ACA25F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gacagccttt gttactaatg tgaatgcgtc atcatctgaa gcatttttaa ttggatgtaa</w:t>
      </w:r>
    </w:p>
    <w:p w14:paraId="081F4FC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ttatcttggc aaaccacgcg aacaaataga tggttatgtc atgcatgcaa attacatatt</w:t>
      </w:r>
    </w:p>
    <w:p w14:paraId="344406A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ttggaggaat acaaatccaa ttcagttgtc ttcctattct ttatttgaca tgagtaaatt</w:t>
      </w:r>
    </w:p>
    <w:p w14:paraId="30BFA5C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tccccttaaa ttaaggggta ctgctgttat gtctttaaaa gaaggtcaaa tcaatgatat</w:t>
      </w:r>
    </w:p>
    <w:p w14:paraId="4346D7B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gattttatct cttcttagta aaggtagact tataattaga gaaaacaaca gagttgttat</w:t>
      </w:r>
    </w:p>
    <w:p w14:paraId="0FCDA7C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ttctagtgat gttcttgtta acaactaaac gaacaatgtt tgtttttctt gttttattgc</w:t>
      </w:r>
    </w:p>
    <w:p w14:paraId="5FAB18A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cactagtctc tagtcagtgt gttaatctta taaccagaac tcaatcatac actaattctt</w:t>
      </w:r>
    </w:p>
    <w:p w14:paraId="41DE56F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tcacacgtgg tgtttattac cctgacaaag ttttcagatc ctcagtttta cattcaactc</w:t>
      </w:r>
    </w:p>
    <w:p w14:paraId="09BB7C2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aggacttgtt cttacctttc ttttccaatg ttacttggtt ccatgctata catgtctctg</w:t>
      </w:r>
    </w:p>
    <w:p w14:paraId="7896BB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ggaccaatgg tactaagagg tttgataacc ctgtcctacc atttaatgat ggtgtttatt</w:t>
      </w:r>
    </w:p>
    <w:p w14:paraId="4991299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ttgcttccac tgagaagtct aacataataa gaggctggat ttttggtact actttagatt</w:t>
      </w:r>
    </w:p>
    <w:p w14:paraId="60F4AA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21841 cgaagaccca gtccctactt attgttaata acgctactaa tgttgttatt aaagtctgtg</w:t>
      </w:r>
    </w:p>
    <w:p w14:paraId="254FB94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aatttcaatt ttgtaatgat ccatttttgg atgtttatta ccacaaaaac aacaaaagtt</w:t>
      </w:r>
    </w:p>
    <w:p w14:paraId="7E83695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ggatggaaag tgagttcaga gtttattcta gtgcgaataa ttgcactttt gaatatgtct</w:t>
      </w:r>
    </w:p>
    <w:p w14:paraId="126D81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ctcagccttt tcttatggac cttgaaggaa aacagggtaa tttcaaaaat cttagggaat</w:t>
      </w:r>
    </w:p>
    <w:p w14:paraId="0DFADF0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ttgtgtttaa gaatattgat ggttatttta aaatatattc taagcacacg cctattaatt</w:t>
      </w:r>
    </w:p>
    <w:p w14:paraId="6C49E2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tagggcgtga tctccctcag ggtttttcgg ctttagaacc attggtagat ttgccaatag</w:t>
      </w:r>
    </w:p>
    <w:p w14:paraId="69818C1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gtattaacat cactaggttt caaactttac ttgctttaca tagaagttat ttgactcctg</w:t>
      </w:r>
    </w:p>
    <w:p w14:paraId="29E7B28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gtgattcttc ttcaggttgg acagctggtg ctgcagctta ttatgtgggt tatcttcaac</w:t>
      </w:r>
    </w:p>
    <w:p w14:paraId="38B9E2E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ctaggacttt tctattaaaa tataatgaaa atggaaccat tacagatgct gtagactgtg</w:t>
      </w:r>
    </w:p>
    <w:p w14:paraId="4E419DC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cacttgaccc tctctcagaa acaaagtgta cgttgaaatc cttcactgta gaaaaaggaa</w:t>
      </w:r>
    </w:p>
    <w:p w14:paraId="464F36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tctatcaaac ttctaacttt agagtccaac caacagaatc tattgttaga tttcctaata</w:t>
      </w:r>
    </w:p>
    <w:p w14:paraId="67E06C3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ttacaaactt gtgccctttt gatgaagttt ttaacgccac cagatttgca tctgtttatg</w:t>
      </w:r>
    </w:p>
    <w:p w14:paraId="27A3902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cttggaacag gaagagaatc agcaactgtg ttgctgatta ttctgtccta tataattccg</w:t>
      </w:r>
    </w:p>
    <w:p w14:paraId="48DF22A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caccattttt cgcttttaag tgttatggag tgtctcctac taaattaaat gatctctgct</w:t>
      </w:r>
    </w:p>
    <w:p w14:paraId="3340663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ttactaatgt ctatgcagat tcatttgtaa ttagaggtaa tgaagtcagc caaattgctc</w:t>
      </w:r>
    </w:p>
    <w:p w14:paraId="489EED4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cagggcaaac tggaaatatt gctgattata attataaatt accagatgat tttacaggct</w:t>
      </w:r>
    </w:p>
    <w:p w14:paraId="1401A2B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gcgttatagc ttggaattct aacaagcttg attctaaggt tggtggtaat tataattacc</w:t>
      </w:r>
    </w:p>
    <w:p w14:paraId="1DCB61B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tgtatagatt gtttaggaag tctaatctca aaccttttga gagagatatt tcaactgaaa</w:t>
      </w:r>
    </w:p>
    <w:p w14:paraId="1E70047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tctatcaggc cggtaacaaa ccttgtaatg gtgttgcagg ttttaattgt tactttcctt</w:t>
      </w:r>
    </w:p>
    <w:p w14:paraId="4A682D6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tacgatcata tggtttccga cccacttatg gtgttggtca ccaaccatac agagtagtag</w:t>
      </w:r>
    </w:p>
    <w:p w14:paraId="19A2E9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tactttcttt tgaacttcta catgcaccag caactgtttg tggacctaaa aagtctacta</w:t>
      </w:r>
    </w:p>
    <w:p w14:paraId="19DF74E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atttggttaa aaacaaatgt gtcaatttca acttcaatgg tttaacaggc acaggtgttc</w:t>
      </w:r>
    </w:p>
    <w:p w14:paraId="2C9536E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ttactgagtc taacaaaaag tttctgcctt tccaacaatt tggcagagac attgctgaca</w:t>
      </w:r>
    </w:p>
    <w:p w14:paraId="7369475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ctactgatgc tgtccgtgat ccacagacac ttgagattct tgacattaca ccatgttctt</w:t>
      </w:r>
    </w:p>
    <w:p w14:paraId="28E1B5C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ttggtggtgt cagtgttata acaccaggaa caaatacttc taaccaggtt gctgttcttt</w:t>
      </w:r>
    </w:p>
    <w:p w14:paraId="7606AA5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atcagggtgt taactgcaca gaagtccctg ttgctattca tgcagatcaa cttactccta</w:t>
      </w:r>
    </w:p>
    <w:p w14:paraId="78C0D3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cttggcgtgt ttattctaca ggttctaatg tttttcaaac acgtgcaggc tgtttaatag</w:t>
      </w:r>
    </w:p>
    <w:p w14:paraId="1875E2F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gggctgaata tgtcaacaac tcatatgagt gtgacatacc cattggtgca ggtatatgcg</w:t>
      </w:r>
    </w:p>
    <w:p w14:paraId="7D921DE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ctagttatca gactcagact aagtctcatc ggcgggcacg tagtgtagct agtcaatcca</w:t>
      </w:r>
    </w:p>
    <w:p w14:paraId="699171B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tcattgccta cactatgtca cttggtgcag aaaattcagt tgcttactct aataactcta</w:t>
      </w:r>
    </w:p>
    <w:p w14:paraId="0BC47B2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ttgccatacc cacaaatttt actattagtg ttaccacaga aattctacca gtgtctatga</w:t>
      </w:r>
    </w:p>
    <w:p w14:paraId="0BB67D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ccaagacatc agtagattgt acaatgtaca tttgtggtga ttcaactgaa tgcagcaatc</w:t>
      </w:r>
    </w:p>
    <w:p w14:paraId="72FF901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ttttgttgca atatggcagt ttttgtacac aattaaaacg tgctttaact ggaatagctg</w:t>
      </w:r>
    </w:p>
    <w:p w14:paraId="5147981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ttgaacaaga caaaaacacc caagaagttt ttgcacaagt caaacaaatt tacaaaacac</w:t>
      </w:r>
    </w:p>
    <w:p w14:paraId="42A1E2F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caccaattaa atattttggt ggttttaatt tttcacaaat attaccagat ccatcaaaac</w:t>
      </w:r>
    </w:p>
    <w:p w14:paraId="578C5A2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caagcaagag gtcatttatt gaagatctac ttttcaacaa agtgacactt gcagatgctg</w:t>
      </w:r>
    </w:p>
    <w:p w14:paraId="3E6B1D6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gcttcatcaa acaatatggt gattgccttg gtgatattgc tgctagagac ctcatttgtg</w:t>
      </w:r>
    </w:p>
    <w:p w14:paraId="2E54AC3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cacaaaagtt taacggcctt actgttttgc cacctttgct cacagatgaa atgattgctc</w:t>
      </w:r>
    </w:p>
    <w:p w14:paraId="015FE77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aatacacttc tgcactgtta gcgggtacaa tcacttctgg ttggaccttt ggtgcaggtg</w:t>
      </w:r>
    </w:p>
    <w:p w14:paraId="573EA0A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ctgcattaca aataccattt gctatgcaaa tggcttatag gtttaatggt attggagtta</w:t>
      </w:r>
    </w:p>
    <w:p w14:paraId="18A544B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cacagaatgt tctctatgag aaccaaaaat tgattgccaa ccaatttaat agtgctattg</w:t>
      </w:r>
    </w:p>
    <w:p w14:paraId="174ADC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gcaaaattca agactcactt tcttccacag caagtgcact tggaaaactt caagatgtgg</w:t>
      </w:r>
    </w:p>
    <w:p w14:paraId="2DF8272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24361 tcaaccataa tgcacaagct ttaaacacgc ttgttaaaca acttagctcc aaatttggtg</w:t>
      </w:r>
    </w:p>
    <w:p w14:paraId="2402FB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caatttcaag tgttttaaat gatatccttt cacgtcttga caaagttgag gctgaagtgc</w:t>
      </w:r>
    </w:p>
    <w:p w14:paraId="216EB32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aaattgatag gttgatcaca ggcagacttc aaagtttgca gacatatgtg actcaacaat</w:t>
      </w:r>
    </w:p>
    <w:p w14:paraId="2EDBA94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taattagagc tgcagaaatc agagcttctg ctaatcttgc tgctactaaa atgtcagagt</w:t>
      </w:r>
    </w:p>
    <w:p w14:paraId="3BF9AE8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gtgtacttgg acaatcaaaa agagttgatt tttgtggaaa gggctatcat cttatgtcct</w:t>
      </w:r>
    </w:p>
    <w:p w14:paraId="74AA6C6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tccctcagtc agcacctcat ggtgtagtct tcttgcatgt gacttatgtc cctgcacaag</w:t>
      </w:r>
    </w:p>
    <w:p w14:paraId="490D9E0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aaaagaactt cacaactgct cctgccattt gtcatgatgg aaaagcacac tttcctcgtg</w:t>
      </w:r>
    </w:p>
    <w:p w14:paraId="2A757BF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aaggtgtctt tgtttcaaat ggcacacact ggtttgtaac acaaaggaat ttttatgaac</w:t>
      </w:r>
    </w:p>
    <w:p w14:paraId="7822913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cacaaatcat tactacagac aacacatttg tgtctggtaa ctgtgatgtt gtaataggaa</w:t>
      </w:r>
    </w:p>
    <w:p w14:paraId="612AECC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ttgtcaacaa cacagtttat gatcctttgc aacctgaatt agattcattc aaggaggagt</w:t>
      </w:r>
    </w:p>
    <w:p w14:paraId="46CABF3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tagataaata ttttaagaat catacatcac cagatgttga tttaggtgac atctctggca</w:t>
      </w:r>
    </w:p>
    <w:p w14:paraId="6B15DBB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ttaatgcttc agttgtaaac attcaaaaag aaattgaccg cctcaatgag gttgccaaga</w:t>
      </w:r>
    </w:p>
    <w:p w14:paraId="409C0E8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atttaaatga atctctcatc gatctccaag aacttggaaa gtatgagcag tatataaaat</w:t>
      </w:r>
    </w:p>
    <w:p w14:paraId="3DE5DFF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ggccatggta catttggcta ggttttatag ctggcttgat tgccatagta atggtgacaa</w:t>
      </w:r>
    </w:p>
    <w:p w14:paraId="36CD731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ttatgctttg ctgtatgacc agttgctgta gttgtctcaa gggctgttgt tcttgtggat</w:t>
      </w:r>
    </w:p>
    <w:p w14:paraId="02C56FA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cctgctgcaa atttgatgaa gacgactctg agccagtgct caaaggagtc aaattacatt</w:t>
      </w:r>
    </w:p>
    <w:p w14:paraId="6B59573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acacataaac gaacttatgg atttgtttat gagaatcttc acaattggaa ctgtaacttt</w:t>
      </w:r>
    </w:p>
    <w:p w14:paraId="5D74F63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gaagcaaggt gaaatcaagg atgctactcc ttcagatttt gttcgcgcta ctgcaacgat</w:t>
      </w:r>
    </w:p>
    <w:p w14:paraId="6B165CC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accgatacaa gcctcactcc ctttcggatg gcttattgtt ggcgttgcac ttcttgctgt</w:t>
      </w:r>
    </w:p>
    <w:p w14:paraId="53F2B62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ttttcagagc gcttccaaaa tcataactct caaaaagaga tggcaactag cactctccaa</w:t>
      </w:r>
    </w:p>
    <w:p w14:paraId="2142F14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gggtgttcac tttgtttgca acttgctgtt gttgtttgta acagtttact cacacctttt</w:t>
      </w:r>
    </w:p>
    <w:p w14:paraId="202EF4F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gctcgttgct gctggccttg aagccccttt tctctatctt tatgctttag tctacttctt</w:t>
      </w:r>
    </w:p>
    <w:p w14:paraId="4478FF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gcagagtata aactttgtaa gaataataat gaggctttgg ctttgctgga aatgccgttc</w:t>
      </w:r>
    </w:p>
    <w:p w14:paraId="70FDF5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caaaaaccca ttactttatg atgccaacta ttttctttgc tggcatacta attgttacga</w:t>
      </w:r>
    </w:p>
    <w:p w14:paraId="59C6762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ctattgtata ccttacaata gtgtaacttc ttcaattgtc attacttcag gtgatggcac</w:t>
      </w:r>
    </w:p>
    <w:p w14:paraId="2DB0096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aacaagtcct atttctgaac atgactacca gattggtggt tatactgaaa aatgggaatc</w:t>
      </w:r>
    </w:p>
    <w:p w14:paraId="55651CE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tggagtaaaa gactgtgttg tattacacag ttacttcact tcagactatt accagctgta</w:t>
      </w:r>
    </w:p>
    <w:p w14:paraId="23122F5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ctcaactcaa ttgagtacag acattggtgt tgaacatgtt accttcttca tctacaataa</w:t>
      </w:r>
    </w:p>
    <w:p w14:paraId="0BAE242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aattgttgat gagcctgaag aacatgtcca aattcacaca atcgacggtt catccggagt</w:t>
      </w:r>
    </w:p>
    <w:p w14:paraId="32AC901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tgttaatcca gtaatggaac caatttatga tgaaccgacg acgactacta gcgtgccttt</w:t>
      </w:r>
    </w:p>
    <w:p w14:paraId="2121234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gtaagcacaa gctgatgagt acgaacttat gtactcattc gtttcggaag agataggtac</w:t>
      </w:r>
    </w:p>
    <w:p w14:paraId="0F53B2A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gttaatagtt aatagcgtac ttctttttct tgctttcgtg gtattcttgc tagttacact</w:t>
      </w:r>
    </w:p>
    <w:p w14:paraId="18F9E30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agccatcctt actgcgcttc gattgtgtgc gtactgctgc aatattgtta acgtgagtct</w:t>
      </w:r>
    </w:p>
    <w:p w14:paraId="4586362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tgtaaaacct tctttttacg tttactctcg tgttaaaaat ctgaattctt ctagagttcc</w:t>
      </w:r>
    </w:p>
    <w:p w14:paraId="48D8C7D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tgatcttctg gtctaaacga actaaatatt atattagttt ttctgtttgg aactttaatt</w:t>
      </w:r>
    </w:p>
    <w:p w14:paraId="3F767F9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ttagccatgg cagattccaa cggtactatt accgttgaag agcttaaaaa gctccttgaa</w:t>
      </w:r>
    </w:p>
    <w:p w14:paraId="400A3F9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gaatggaacc tagtaatagg tttcctattc cttacatgga tttgtcttct acaatttgcc</w:t>
      </w:r>
    </w:p>
    <w:p w14:paraId="64374FD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tatgccaaca ggaataggtt tttgtatata attaagttaa ttttcctctg gctgttatgg</w:t>
      </w:r>
    </w:p>
    <w:p w14:paraId="38FFA55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ccagtaactt taacttgttt tgtgcttgct gctgtttaca gaataaattg gatcaccggt</w:t>
      </w:r>
    </w:p>
    <w:p w14:paraId="4277664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ggaattgcta tcgcaatggc ttgtcttgta ggcttgatgt ggctcagcta cttcattgct</w:t>
      </w:r>
    </w:p>
    <w:p w14:paraId="799AAF6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tctttcagac tgtttgcgcg tacgcgttcc atgtggtcat ttaatccaga aactaacatt</w:t>
      </w:r>
    </w:p>
    <w:p w14:paraId="3E48739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cttctcaacg tgccactcca tggcactatt ctgaccagac cgcttctaga aagtgaactc</w:t>
      </w:r>
    </w:p>
    <w:p w14:paraId="7C881C7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26881 gtaatcggag ctgtgatcct tcgtggacat cttcgtattg ctggacacca tctaggacgc</w:t>
      </w:r>
    </w:p>
    <w:p w14:paraId="0CB9A1B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tgtgacatca aggacctgcc taaagaaatc actgttgcta catcacgaac gctttcttat</w:t>
      </w:r>
    </w:p>
    <w:p w14:paraId="487D5C8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tacaaattgg gagcttcgca gcgtgtagca ggtgactcag gttttgctgc atacagtcgc</w:t>
      </w:r>
    </w:p>
    <w:p w14:paraId="0C5323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tacaggattg gcaactataa attaaacaca gaccattcca gtagcagtga caatattgct</w:t>
      </w:r>
    </w:p>
    <w:p w14:paraId="6C94F04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ttgcttgtac agtaagtgac aacagatgtt tcatctcgtt gactttcagg ttactatagc</w:t>
      </w:r>
    </w:p>
    <w:p w14:paraId="28D2460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agagatatta ctaattatta tgcggacttt taaagtttcc atttggaatc ttgattacat</w:t>
      </w:r>
    </w:p>
    <w:p w14:paraId="25D4846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cataaacctc ataattaaaa atttatctaa gtcactaact gagaataaat attctcaatt</w:t>
      </w:r>
    </w:p>
    <w:p w14:paraId="64E76C4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agatgaagag caaccaatgg agattctcta aacgaacatg aaaattattc ttttcttggc</w:t>
      </w:r>
    </w:p>
    <w:p w14:paraId="1D31E75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actgataaca ctcgctactt gtgagcttta tcactaccaa gagtgtgtta gaggtacaac</w:t>
      </w:r>
    </w:p>
    <w:p w14:paraId="1E84BEA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agtactttta aaagaacctt gctcttctgg aacatacgag ggcaattcac catttcatcc</w:t>
      </w:r>
    </w:p>
    <w:p w14:paraId="6592385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tctagctgat aacaaatttg cactgacttg ctttagcact caatttgctt ttgcttgtcc</w:t>
      </w:r>
    </w:p>
    <w:p w14:paraId="3589877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tgacggcgta aaacacgtct atcagttacg tgccagatca gtttcaccta aactgttcat</w:t>
      </w:r>
    </w:p>
    <w:p w14:paraId="781E390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cagacaagag gaagttcaag aactttactc tccaattttt cttattgttg cggcaatagt</w:t>
      </w:r>
    </w:p>
    <w:p w14:paraId="3A7F34E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gtttataaca ctttgcttca cactcaaaag aaagacagaa tgattgaact ttcattaatt</w:t>
      </w:r>
    </w:p>
    <w:p w14:paraId="3D1DA74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gacttctatt tgtgcttttt agcctttctg ttattccttg ttttaattat gcttattatc</w:t>
      </w:r>
    </w:p>
    <w:p w14:paraId="35A770C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ttttggttct cacttgaact gcaagatcat aatgaaactt gtcacgccta aacgaacatg</w:t>
      </w:r>
    </w:p>
    <w:p w14:paraId="739EC3F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aaatttcttg ttttcttagg aatcatcaca actgtagctg catttcacca agaatgtagt</w:t>
      </w:r>
    </w:p>
    <w:p w14:paraId="2CD162C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ttacagtcat gtactcaaca tcaaccatat gtagttgatg acccgtgtcc tattcacttc</w:t>
      </w:r>
    </w:p>
    <w:p w14:paraId="77C74A0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tattctaaat ggtatattag agtaggagct agaaaatcag cacctttaat tgaattgtgc</w:t>
      </w:r>
    </w:p>
    <w:p w14:paraId="336FD14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gtggatgagg ctggttctaa atcacccatt cagtacatcg atatcggtaa ttatacagtt</w:t>
      </w:r>
    </w:p>
    <w:p w14:paraId="63BD3A08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tcctgtttac cttttacaat taattgccag gaacctaaat tgggtagtct tgtagtgcgt</w:t>
      </w:r>
    </w:p>
    <w:p w14:paraId="6D68348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tgttcgttct atgaagactt tttagagtat catgacgttc gtgttgtttt agatttcatc</w:t>
      </w:r>
    </w:p>
    <w:p w14:paraId="51B4D16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taaacgaaca aacttaaatg tctgataatg gaccccaaaa tcagcgaaat gcactccgca</w:t>
      </w:r>
    </w:p>
    <w:p w14:paraId="20D3121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ttacgtttgg tggaccctca gattcaactg gcagtaacca gaatggtggg gcgcgatcaa</w:t>
      </w:r>
    </w:p>
    <w:p w14:paraId="5C6A1834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aacaacgtcg gccccaaggt ttacccaata atactgcgtc ttggttcacc gctctcactc</w:t>
      </w:r>
    </w:p>
    <w:p w14:paraId="6D2F7BE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aacatggcaa ggaagacctt aaattccctc gaggacaagg cgttccaatt aacaccaata</w:t>
      </w:r>
    </w:p>
    <w:p w14:paraId="51B10DC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gcagtccaga tgaccaaatt ggctactacc gaagagctac cagacgaatt cgtggtggtg</w:t>
      </w:r>
    </w:p>
    <w:p w14:paraId="106B7D5E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acggtaaaat gaaagatctc agtccaagat ggtatttcta ctacctagga actgggccag</w:t>
      </w:r>
    </w:p>
    <w:p w14:paraId="06B53759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aagctggact tccctatggt gctaacaaag acggcatcat atgggttgca actgagggag</w:t>
      </w:r>
    </w:p>
    <w:p w14:paraId="71190DA6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ccttgaatac accaaaagat cacattggca cccgcaatcc tgctaacaat gctgcaatcg</w:t>
      </w:r>
    </w:p>
    <w:p w14:paraId="692D7B9C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tgctacaact tcctcaagga acaacattgc caaaaggctt ctacgcagaa gggagcagag</w:t>
      </w:r>
    </w:p>
    <w:p w14:paraId="10EBF58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gcggcagtca agcctcttct cgttcctcat cacgtagtcg caacagttca agaaattcaa</w:t>
      </w:r>
    </w:p>
    <w:p w14:paraId="47360392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ctccaggcag cagtaaacga acttctcctg ctagaatggc tggcaatggc ggtgatgctg</w:t>
      </w:r>
    </w:p>
    <w:p w14:paraId="7E33CA3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ctcttgcttt gctgctgctt gacagattga accagcttga gagcaaaatg tctggtaaag</w:t>
      </w:r>
    </w:p>
    <w:p w14:paraId="23E2439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gccaacaaca acaaggccaa actgtcacta agaaatctgc tgctgaggct tctaagaagc</w:t>
      </w:r>
    </w:p>
    <w:p w14:paraId="3A4842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ctcggcaaaa acgtactgcc actaaagcat acaatgtaac acaagctttc ggcagacgtg</w:t>
      </w:r>
    </w:p>
    <w:p w14:paraId="0133285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gtccagaaca aacccaagga aattttgggg accaggaact aatcagacaa ggaactgatt</w:t>
      </w:r>
    </w:p>
    <w:p w14:paraId="229E5EC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acaaacattg gccgcaaatt gcacaatttg cccccagcgc ttcagcgttc ttcggaatgt</w:t>
      </w:r>
    </w:p>
    <w:p w14:paraId="30A5D5DA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cgcgcattgg catggaagtc acaccttcgg gaacgtggtt gacctacaca ggtgccatca</w:t>
      </w:r>
    </w:p>
    <w:p w14:paraId="6509D2F7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aattggatga caaagatcca aatttcaaag atcaagtcat tttgctgaat aagcatattg</w:t>
      </w:r>
    </w:p>
    <w:p w14:paraId="44EF29D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acgcatacaa aacattccca ccaacagagc ctaaaaagga caaaaagaag aaggctgatg</w:t>
      </w:r>
    </w:p>
    <w:p w14:paraId="262589BB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aaactcaagc cttaccgcag agacagaaga aacagcaaac tgtgactctt cttcctgctg</w:t>
      </w:r>
    </w:p>
    <w:p w14:paraId="0921963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29401 cagatttgga tgatttctcc aaacaattgc aacaatccat gagccgtgct gactcaactc</w:t>
      </w:r>
    </w:p>
    <w:p w14:paraId="688D6AB0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aggcctaaac tcatgcagac cacacaaggc agatgggcta tataaacgtt ttcgcttttc</w:t>
      </w:r>
    </w:p>
    <w:p w14:paraId="1442DB8D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cgtttacgat atatagtcta ctcttgtgca gaatgaattc tcgtaactac atagcacaag</w:t>
      </w:r>
    </w:p>
    <w:p w14:paraId="63ED5C21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tagatgtagt taactttaat ctcacatagc aatctttaat cagtgtgtaa cattagggag</w:t>
      </w:r>
    </w:p>
    <w:p w14:paraId="23F448C3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gacttgaaag agccaccaca ttttcaccta cagtgaacaa tgctagggag agctgcctat</w:t>
      </w:r>
    </w:p>
    <w:p w14:paraId="6D983475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atggaagagc cctaatgtgt aaaattaatt ttagtagtgc tatccccatg</w:t>
      </w:r>
    </w:p>
    <w:p w14:paraId="0321619F" w14:textId="77777777" w:rsidR="00774F05" w:rsidRPr="00774F05" w:rsidRDefault="00774F05" w:rsidP="00774F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774F05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A99E464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F05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74F05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7D9563"/>
  <w15:chartTrackingRefBased/>
  <w15:docId w15:val="{B5BCB377-2F1C-FE4F-B01E-A0D97032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0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4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6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10770</Words>
  <Characters>61389</Characters>
  <Application>Microsoft Office Word</Application>
  <DocSecurity>0</DocSecurity>
  <Lines>511</Lines>
  <Paragraphs>144</Paragraphs>
  <ScaleCrop>false</ScaleCrop>
  <Company/>
  <LinksUpToDate>false</LinksUpToDate>
  <CharactersWithSpaces>72015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2023-01-31T10:57:00Z</dcterms:created>
  <dcterms:modified xsi:type="dcterms:W3CDTF">2023-01-31T10:57:00Z</dcterms:modified>
</cp:coreProperties>
</file>